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BE505" w14:textId="77777777" w:rsidR="00896A6D" w:rsidRPr="00896A6D" w:rsidRDefault="00896A6D" w:rsidP="00D131DD">
      <w:pPr>
        <w:widowControl w:val="0"/>
        <w:ind w:firstLine="0"/>
        <w:jc w:val="center"/>
        <w:rPr>
          <w:rFonts w:cs="Times New Roman"/>
          <w:b/>
          <w:bCs/>
          <w:szCs w:val="28"/>
        </w:rPr>
      </w:pPr>
      <w:r w:rsidRPr="00896A6D">
        <w:rPr>
          <w:rFonts w:cs="Times New Roman"/>
          <w:b/>
          <w:bCs/>
          <w:szCs w:val="28"/>
        </w:rPr>
        <w:t>ПАСПОРТ</w:t>
      </w:r>
    </w:p>
    <w:p w14:paraId="7690B0A3" w14:textId="77777777" w:rsidR="00896A6D" w:rsidRPr="00896A6D" w:rsidRDefault="00896A6D" w:rsidP="00D131DD">
      <w:pPr>
        <w:widowControl w:val="0"/>
        <w:ind w:firstLine="0"/>
        <w:jc w:val="center"/>
        <w:rPr>
          <w:rFonts w:cs="Times New Roman"/>
          <w:b/>
          <w:bCs/>
          <w:szCs w:val="28"/>
        </w:rPr>
      </w:pPr>
      <w:r w:rsidRPr="00896A6D">
        <w:rPr>
          <w:rFonts w:cs="Times New Roman"/>
          <w:b/>
          <w:bCs/>
          <w:szCs w:val="28"/>
        </w:rPr>
        <w:t>г</w:t>
      </w:r>
      <w:r w:rsidR="00D131DD" w:rsidRPr="00896A6D">
        <w:rPr>
          <w:rFonts w:cs="Times New Roman"/>
          <w:b/>
          <w:bCs/>
          <w:szCs w:val="28"/>
        </w:rPr>
        <w:t>осударственной программы</w:t>
      </w:r>
      <w:r w:rsidRPr="00896A6D">
        <w:rPr>
          <w:rFonts w:cs="Times New Roman"/>
          <w:b/>
          <w:bCs/>
          <w:szCs w:val="28"/>
        </w:rPr>
        <w:t xml:space="preserve"> Ярославской области </w:t>
      </w:r>
    </w:p>
    <w:p w14:paraId="657B781F" w14:textId="5A842C18" w:rsidR="00D131DD" w:rsidRPr="00896A6D" w:rsidRDefault="00896A6D" w:rsidP="00D131DD">
      <w:pPr>
        <w:widowControl w:val="0"/>
        <w:ind w:firstLine="0"/>
        <w:jc w:val="center"/>
        <w:rPr>
          <w:rFonts w:cs="Times New Roman"/>
          <w:b/>
          <w:bCs/>
          <w:szCs w:val="28"/>
        </w:rPr>
      </w:pPr>
      <w:r w:rsidRPr="00896A6D">
        <w:rPr>
          <w:rFonts w:cs="Times New Roman"/>
          <w:b/>
          <w:bCs/>
          <w:szCs w:val="28"/>
        </w:rPr>
        <w:t>«</w:t>
      </w:r>
      <w:r w:rsidRPr="00896A6D">
        <w:rPr>
          <w:rFonts w:cs="Times New Roman"/>
          <w:b/>
          <w:szCs w:val="28"/>
        </w:rPr>
        <w:t>Создание условий для эффективного управления региональными и муниципальными финансами в Ярославской области</w:t>
      </w:r>
      <w:r w:rsidR="004C6FEF">
        <w:rPr>
          <w:rFonts w:cs="Times New Roman"/>
          <w:b/>
          <w:szCs w:val="28"/>
        </w:rPr>
        <w:t>»</w:t>
      </w:r>
      <w:bookmarkStart w:id="0" w:name="_GoBack"/>
      <w:bookmarkEnd w:id="0"/>
      <w:r w:rsidR="00D131DD" w:rsidRPr="00896A6D">
        <w:rPr>
          <w:rFonts w:cs="Times New Roman"/>
          <w:b/>
          <w:bCs/>
          <w:szCs w:val="28"/>
        </w:rPr>
        <w:t xml:space="preserve"> </w:t>
      </w:r>
    </w:p>
    <w:p w14:paraId="1A842F4E" w14:textId="77777777" w:rsidR="00896A6D" w:rsidRDefault="00896A6D" w:rsidP="00211934">
      <w:pPr>
        <w:ind w:firstLine="0"/>
        <w:jc w:val="center"/>
        <w:rPr>
          <w:rFonts w:cs="Times New Roman"/>
          <w:szCs w:val="28"/>
        </w:rPr>
      </w:pPr>
    </w:p>
    <w:p w14:paraId="0B7CB2F6" w14:textId="1465A553" w:rsidR="00211934" w:rsidRPr="00702528" w:rsidRDefault="00211934" w:rsidP="00211934">
      <w:pPr>
        <w:ind w:firstLine="0"/>
        <w:jc w:val="center"/>
        <w:rPr>
          <w:rFonts w:cs="Times New Roman"/>
          <w:szCs w:val="28"/>
        </w:rPr>
      </w:pPr>
      <w:r w:rsidRPr="00702528">
        <w:rPr>
          <w:rFonts w:cs="Times New Roman"/>
          <w:szCs w:val="28"/>
        </w:rPr>
        <w:t>1. Основные положения</w:t>
      </w:r>
    </w:p>
    <w:p w14:paraId="49EA3333" w14:textId="77777777" w:rsidR="00211934" w:rsidRPr="00702528" w:rsidRDefault="00211934" w:rsidP="00211934">
      <w:pPr>
        <w:ind w:left="708" w:firstLine="0"/>
        <w:jc w:val="both"/>
        <w:rPr>
          <w:rFonts w:cs="Times New Roman"/>
          <w:szCs w:val="28"/>
        </w:rPr>
      </w:pPr>
    </w:p>
    <w:tbl>
      <w:tblPr>
        <w:tblStyle w:val="100"/>
        <w:tblW w:w="0" w:type="auto"/>
        <w:tblInd w:w="108" w:type="dxa"/>
        <w:tblLook w:val="04A0" w:firstRow="1" w:lastRow="0" w:firstColumn="1" w:lastColumn="0" w:noHBand="0" w:noVBand="1"/>
      </w:tblPr>
      <w:tblGrid>
        <w:gridCol w:w="5201"/>
        <w:gridCol w:w="9251"/>
      </w:tblGrid>
      <w:tr w:rsidR="00211934" w:rsidRPr="00702528" w14:paraId="15592D24" w14:textId="77777777" w:rsidTr="00896A6D">
        <w:tc>
          <w:tcPr>
            <w:tcW w:w="5245" w:type="dxa"/>
          </w:tcPr>
          <w:p w14:paraId="38BB0F55" w14:textId="77777777" w:rsidR="00211934" w:rsidRPr="00702528" w:rsidRDefault="00211934" w:rsidP="00BB243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702528">
              <w:rPr>
                <w:rFonts w:cs="Times New Roman"/>
                <w:bCs/>
              </w:rPr>
              <w:t xml:space="preserve">Куратор Государственной программы </w:t>
            </w:r>
          </w:p>
        </w:tc>
        <w:tc>
          <w:tcPr>
            <w:tcW w:w="9356" w:type="dxa"/>
          </w:tcPr>
          <w:p w14:paraId="7B48079E" w14:textId="77777777" w:rsidR="00211934" w:rsidRPr="00702528" w:rsidRDefault="00211934" w:rsidP="00BB2434">
            <w:pPr>
              <w:spacing w:line="240" w:lineRule="atLeast"/>
              <w:ind w:firstLine="0"/>
              <w:outlineLvl w:val="1"/>
              <w:rPr>
                <w:rFonts w:cs="Times New Roman"/>
                <w:bCs/>
                <w:highlight w:val="green"/>
              </w:rPr>
            </w:pPr>
            <w:r w:rsidRPr="00702528">
              <w:rPr>
                <w:rFonts w:cs="Times New Roman"/>
                <w:bCs/>
              </w:rPr>
              <w:t>Аминов Дмитрий Владимирович – министр экономического развития Ярославской области</w:t>
            </w:r>
          </w:p>
        </w:tc>
      </w:tr>
      <w:tr w:rsidR="00211934" w:rsidRPr="00702528" w14:paraId="38028B5E" w14:textId="77777777" w:rsidTr="00896A6D">
        <w:tc>
          <w:tcPr>
            <w:tcW w:w="5245" w:type="dxa"/>
          </w:tcPr>
          <w:p w14:paraId="1925718E" w14:textId="77777777" w:rsidR="00211934" w:rsidRPr="00702528" w:rsidRDefault="00211934" w:rsidP="00BB243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702528">
              <w:rPr>
                <w:rFonts w:cs="Times New Roman"/>
                <w:bCs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9356" w:type="dxa"/>
          </w:tcPr>
          <w:p w14:paraId="4C822642" w14:textId="77777777" w:rsidR="00211934" w:rsidRPr="00702528" w:rsidRDefault="00211934" w:rsidP="00BB2434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702528">
              <w:rPr>
                <w:rFonts w:cs="Times New Roman"/>
                <w:bCs/>
              </w:rPr>
              <w:t>Долгов Алексей Николаевич – министр финансов Ярославской области</w:t>
            </w:r>
          </w:p>
        </w:tc>
      </w:tr>
      <w:tr w:rsidR="00211934" w:rsidRPr="00702528" w14:paraId="60EE5D77" w14:textId="77777777" w:rsidTr="00896A6D">
        <w:tc>
          <w:tcPr>
            <w:tcW w:w="5245" w:type="dxa"/>
            <w:tcBorders>
              <w:bottom w:val="single" w:sz="4" w:space="0" w:color="auto"/>
            </w:tcBorders>
          </w:tcPr>
          <w:p w14:paraId="54A9635F" w14:textId="77777777" w:rsidR="00211934" w:rsidRPr="00702528" w:rsidRDefault="00211934" w:rsidP="00BB243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702528">
              <w:rPr>
                <w:rFonts w:cs="Times New Roman"/>
                <w:bCs/>
              </w:rPr>
              <w:t>Период реализации</w:t>
            </w:r>
            <w:r w:rsidRPr="00702528">
              <w:rPr>
                <w:rFonts w:ascii="Microsoft Sans Serif" w:eastAsia="Microsoft Sans Serif" w:hAnsi="Microsoft Sans Serif" w:cs="Microsoft Sans Serif"/>
                <w:b/>
                <w:sz w:val="24"/>
                <w:szCs w:val="24"/>
              </w:rPr>
              <w:t xml:space="preserve"> </w:t>
            </w:r>
            <w:r w:rsidRPr="00702528">
              <w:rPr>
                <w:rFonts w:cs="Times New Roman"/>
                <w:bCs/>
              </w:rPr>
              <w:t xml:space="preserve">Государственной программы </w:t>
            </w:r>
          </w:p>
        </w:tc>
        <w:tc>
          <w:tcPr>
            <w:tcW w:w="9356" w:type="dxa"/>
          </w:tcPr>
          <w:p w14:paraId="015625A2" w14:textId="77777777" w:rsidR="00211934" w:rsidRPr="00702528" w:rsidRDefault="00211934" w:rsidP="00BB2434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702528">
              <w:rPr>
                <w:rFonts w:cs="Times New Roman"/>
                <w:bCs/>
              </w:rPr>
              <w:t>2024 – 2030 годы</w:t>
            </w:r>
          </w:p>
        </w:tc>
      </w:tr>
      <w:tr w:rsidR="00211934" w:rsidRPr="00702528" w14:paraId="047CCAF2" w14:textId="77777777" w:rsidTr="00DC396A">
        <w:trPr>
          <w:trHeight w:val="1013"/>
        </w:trPr>
        <w:tc>
          <w:tcPr>
            <w:tcW w:w="5245" w:type="dxa"/>
            <w:vMerge w:val="restart"/>
          </w:tcPr>
          <w:p w14:paraId="33847F1D" w14:textId="6333FA90" w:rsidR="00896A6D" w:rsidRDefault="00211934" w:rsidP="00BB243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702528">
              <w:rPr>
                <w:rFonts w:cs="Times New Roman"/>
                <w:bCs/>
              </w:rPr>
              <w:t xml:space="preserve">Цели Государственной программы </w:t>
            </w:r>
          </w:p>
          <w:p w14:paraId="4F6C2180" w14:textId="77777777" w:rsidR="00896A6D" w:rsidRPr="00896A6D" w:rsidRDefault="00896A6D" w:rsidP="00896A6D">
            <w:pPr>
              <w:rPr>
                <w:rFonts w:cs="Times New Roman"/>
              </w:rPr>
            </w:pPr>
          </w:p>
          <w:p w14:paraId="0979E663" w14:textId="77777777" w:rsidR="00896A6D" w:rsidRPr="00896A6D" w:rsidRDefault="00896A6D" w:rsidP="00896A6D">
            <w:pPr>
              <w:rPr>
                <w:rFonts w:cs="Times New Roman"/>
              </w:rPr>
            </w:pPr>
          </w:p>
          <w:p w14:paraId="16EC30B5" w14:textId="77777777" w:rsidR="00896A6D" w:rsidRPr="00896A6D" w:rsidRDefault="00896A6D" w:rsidP="00896A6D">
            <w:pPr>
              <w:rPr>
                <w:rFonts w:cs="Times New Roman"/>
              </w:rPr>
            </w:pPr>
          </w:p>
          <w:p w14:paraId="1157E952" w14:textId="77777777" w:rsidR="00896A6D" w:rsidRPr="00896A6D" w:rsidRDefault="00896A6D" w:rsidP="00896A6D">
            <w:pPr>
              <w:rPr>
                <w:rFonts w:cs="Times New Roman"/>
              </w:rPr>
            </w:pPr>
          </w:p>
          <w:p w14:paraId="03E96635" w14:textId="77777777" w:rsidR="00896A6D" w:rsidRPr="00896A6D" w:rsidRDefault="00896A6D" w:rsidP="00896A6D">
            <w:pPr>
              <w:rPr>
                <w:rFonts w:cs="Times New Roman"/>
              </w:rPr>
            </w:pPr>
          </w:p>
          <w:p w14:paraId="7F757741" w14:textId="77777777" w:rsidR="00896A6D" w:rsidRPr="00896A6D" w:rsidRDefault="00896A6D" w:rsidP="00896A6D">
            <w:pPr>
              <w:rPr>
                <w:rFonts w:cs="Times New Roman"/>
              </w:rPr>
            </w:pPr>
          </w:p>
          <w:p w14:paraId="69D6E18C" w14:textId="77777777" w:rsidR="00896A6D" w:rsidRPr="00896A6D" w:rsidRDefault="00896A6D" w:rsidP="00896A6D">
            <w:pPr>
              <w:rPr>
                <w:rFonts w:cs="Times New Roman"/>
              </w:rPr>
            </w:pPr>
          </w:p>
          <w:p w14:paraId="1B721289" w14:textId="77777777" w:rsidR="00896A6D" w:rsidRPr="00896A6D" w:rsidRDefault="00896A6D" w:rsidP="00896A6D">
            <w:pPr>
              <w:rPr>
                <w:rFonts w:cs="Times New Roman"/>
              </w:rPr>
            </w:pPr>
          </w:p>
          <w:p w14:paraId="175A4CD6" w14:textId="77777777" w:rsidR="00896A6D" w:rsidRPr="00896A6D" w:rsidRDefault="00896A6D" w:rsidP="00896A6D">
            <w:pPr>
              <w:rPr>
                <w:rFonts w:cs="Times New Roman"/>
              </w:rPr>
            </w:pPr>
          </w:p>
          <w:p w14:paraId="638F458E" w14:textId="19F35C38" w:rsidR="00896A6D" w:rsidRPr="00DD4416" w:rsidRDefault="00896A6D" w:rsidP="00DD4416">
            <w:pPr>
              <w:rPr>
                <w:rFonts w:cs="Times New Roman"/>
              </w:rPr>
            </w:pPr>
          </w:p>
          <w:p w14:paraId="507147C4" w14:textId="77777777" w:rsidR="00896A6D" w:rsidRPr="00896A6D" w:rsidRDefault="00896A6D" w:rsidP="00896A6D">
            <w:pPr>
              <w:rPr>
                <w:rFonts w:cs="Times New Roman"/>
              </w:rPr>
            </w:pPr>
          </w:p>
          <w:p w14:paraId="04BD8310" w14:textId="77777777" w:rsidR="00896A6D" w:rsidRPr="00896A6D" w:rsidRDefault="00896A6D" w:rsidP="00896A6D">
            <w:pPr>
              <w:rPr>
                <w:rFonts w:cs="Times New Roman"/>
              </w:rPr>
            </w:pPr>
          </w:p>
          <w:p w14:paraId="5C204E89" w14:textId="24DB1B92" w:rsidR="00211934" w:rsidRPr="00896A6D" w:rsidRDefault="00211934" w:rsidP="00896A6D">
            <w:pPr>
              <w:rPr>
                <w:rFonts w:cs="Times New Roman"/>
              </w:rPr>
            </w:pPr>
          </w:p>
        </w:tc>
        <w:tc>
          <w:tcPr>
            <w:tcW w:w="9356" w:type="dxa"/>
          </w:tcPr>
          <w:p w14:paraId="7D0D5B84" w14:textId="77777777" w:rsidR="00211934" w:rsidRPr="00702528" w:rsidRDefault="00211934" w:rsidP="00BB2434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702528">
              <w:rPr>
                <w:rFonts w:cs="Times New Roman"/>
                <w:bCs/>
              </w:rPr>
              <w:lastRenderedPageBreak/>
              <w:t xml:space="preserve">обеспечение темпа роста налоговых и неналоговых доходов областного бюджета не ниже 4 процентов в отчетном году к уровню предыдущего года в сопоставимых условиях до 2030 года  </w:t>
            </w:r>
          </w:p>
        </w:tc>
      </w:tr>
      <w:tr w:rsidR="00211934" w:rsidRPr="00702528" w14:paraId="11159E55" w14:textId="77777777" w:rsidTr="00896A6D">
        <w:trPr>
          <w:trHeight w:val="333"/>
        </w:trPr>
        <w:tc>
          <w:tcPr>
            <w:tcW w:w="5245" w:type="dxa"/>
            <w:vMerge/>
          </w:tcPr>
          <w:p w14:paraId="42826049" w14:textId="77777777" w:rsidR="00211934" w:rsidRPr="00702528" w:rsidRDefault="00211934" w:rsidP="00BB243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</w:p>
        </w:tc>
        <w:tc>
          <w:tcPr>
            <w:tcW w:w="9356" w:type="dxa"/>
          </w:tcPr>
          <w:p w14:paraId="1EB4971B" w14:textId="77777777" w:rsidR="00211934" w:rsidRPr="00702528" w:rsidRDefault="00211934" w:rsidP="00BB2434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highlight w:val="yellow"/>
              </w:rPr>
            </w:pPr>
            <w:r w:rsidRPr="00702528">
              <w:rPr>
                <w:rFonts w:cs="Times New Roman"/>
                <w:bCs/>
              </w:rPr>
              <w:t xml:space="preserve">обеспечение дефицита областного бюджета на уровне не более 10 процентов объема доходов областного бюджета без учета безвозмездных поступлений к 2030 году </w:t>
            </w:r>
          </w:p>
        </w:tc>
      </w:tr>
      <w:tr w:rsidR="00211934" w:rsidRPr="00702528" w14:paraId="546631F9" w14:textId="77777777" w:rsidTr="00896A6D">
        <w:trPr>
          <w:trHeight w:val="333"/>
        </w:trPr>
        <w:tc>
          <w:tcPr>
            <w:tcW w:w="5245" w:type="dxa"/>
            <w:vMerge/>
          </w:tcPr>
          <w:p w14:paraId="0567ED36" w14:textId="77777777" w:rsidR="00211934" w:rsidRPr="00702528" w:rsidRDefault="00211934" w:rsidP="00BB243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</w:p>
        </w:tc>
        <w:tc>
          <w:tcPr>
            <w:tcW w:w="9356" w:type="dxa"/>
          </w:tcPr>
          <w:p w14:paraId="7F03EB48" w14:textId="77777777" w:rsidR="00211934" w:rsidRPr="00702528" w:rsidRDefault="00211934" w:rsidP="00BB2434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highlight w:val="yellow"/>
              </w:rPr>
            </w:pPr>
            <w:r w:rsidRPr="00702528">
              <w:rPr>
                <w:rFonts w:cs="Times New Roman"/>
                <w:bCs/>
              </w:rPr>
              <w:t>обеспечение доли общего объема долговых обязательств по рыночным заимствованиям Ярославской области и муниципальных образований Ярославской области не более 25 процентов объема доходов консолидированного бюджета без учета безвозмездных поступлений до 2030 года</w:t>
            </w:r>
          </w:p>
        </w:tc>
      </w:tr>
      <w:tr w:rsidR="00211934" w:rsidRPr="00702528" w14:paraId="0B24C5A6" w14:textId="77777777" w:rsidTr="00896A6D">
        <w:trPr>
          <w:trHeight w:val="333"/>
        </w:trPr>
        <w:tc>
          <w:tcPr>
            <w:tcW w:w="5245" w:type="dxa"/>
            <w:vMerge/>
            <w:tcBorders>
              <w:bottom w:val="single" w:sz="4" w:space="0" w:color="auto"/>
            </w:tcBorders>
          </w:tcPr>
          <w:p w14:paraId="6F98115E" w14:textId="77777777" w:rsidR="00211934" w:rsidRPr="00702528" w:rsidRDefault="00211934" w:rsidP="00BB243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</w:p>
        </w:tc>
        <w:tc>
          <w:tcPr>
            <w:tcW w:w="9356" w:type="dxa"/>
          </w:tcPr>
          <w:p w14:paraId="37DF4347" w14:textId="77777777" w:rsidR="00211934" w:rsidRPr="00702528" w:rsidRDefault="00211934" w:rsidP="00BB2434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702528">
              <w:rPr>
                <w:rFonts w:cs="Times New Roman"/>
                <w:bCs/>
              </w:rPr>
              <w:t>обеспечение доли муниципальных образований Ярославской области, соблюдающих ограничения Бюджетного кодекса Российской Федерации по размеру дефицита бюджета, на уровне 100 процентов до 2030 года</w:t>
            </w:r>
          </w:p>
        </w:tc>
      </w:tr>
      <w:tr w:rsidR="00211934" w:rsidRPr="00702528" w14:paraId="19EB4A37" w14:textId="77777777" w:rsidTr="00896A6D">
        <w:tc>
          <w:tcPr>
            <w:tcW w:w="5245" w:type="dxa"/>
            <w:tcBorders>
              <w:top w:val="single" w:sz="4" w:space="0" w:color="auto"/>
            </w:tcBorders>
          </w:tcPr>
          <w:p w14:paraId="1CBF3664" w14:textId="77777777" w:rsidR="00211934" w:rsidRPr="00702528" w:rsidRDefault="00211934" w:rsidP="00BB243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702528">
              <w:rPr>
                <w:rFonts w:cs="Times New Roman"/>
                <w:bCs/>
              </w:rPr>
              <w:t xml:space="preserve">Объемы финансового обеспечения за весь период реализации Государственной программы </w:t>
            </w:r>
          </w:p>
        </w:tc>
        <w:tc>
          <w:tcPr>
            <w:tcW w:w="9356" w:type="dxa"/>
          </w:tcPr>
          <w:p w14:paraId="6E965FEF" w14:textId="77777777" w:rsidR="00211934" w:rsidRPr="00702528" w:rsidRDefault="00211934" w:rsidP="00BB2434">
            <w:pPr>
              <w:keepNext/>
              <w:keepLines/>
              <w:widowControl w:val="0"/>
              <w:shd w:val="clear" w:color="auto" w:fill="FFFFFF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702528">
              <w:rPr>
                <w:rFonts w:cs="Times New Roman"/>
                <w:bCs/>
              </w:rPr>
              <w:t>35364437,8 тыс. рублей</w:t>
            </w:r>
          </w:p>
        </w:tc>
      </w:tr>
      <w:tr w:rsidR="00211934" w:rsidRPr="00702528" w14:paraId="17234D54" w14:textId="77777777" w:rsidTr="00896A6D">
        <w:tc>
          <w:tcPr>
            <w:tcW w:w="5245" w:type="dxa"/>
            <w:vMerge w:val="restart"/>
          </w:tcPr>
          <w:p w14:paraId="728AD327" w14:textId="77777777" w:rsidR="00211934" w:rsidRPr="00702528" w:rsidRDefault="00211934" w:rsidP="00BB243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702528">
              <w:rPr>
                <w:rFonts w:cs="Times New Roman"/>
                <w:bCs/>
              </w:rPr>
              <w:t xml:space="preserve">Связь с национальными целями развития Российской Федерации/ государственными программами Российской Федерации </w:t>
            </w:r>
          </w:p>
        </w:tc>
        <w:tc>
          <w:tcPr>
            <w:tcW w:w="9356" w:type="dxa"/>
          </w:tcPr>
          <w:p w14:paraId="52D381B1" w14:textId="77777777" w:rsidR="00211934" w:rsidRPr="00702528" w:rsidRDefault="00211934" w:rsidP="00BB2434">
            <w:pPr>
              <w:widowControl w:val="0"/>
              <w:ind w:firstLine="0"/>
              <w:rPr>
                <w:rFonts w:cs="Times New Roman"/>
                <w:bCs/>
                <w:strike/>
              </w:rPr>
            </w:pPr>
            <w:r w:rsidRPr="00702528">
              <w:rPr>
                <w:rFonts w:cs="Times New Roman"/>
                <w:shd w:val="clear" w:color="auto" w:fill="FFFFFF"/>
              </w:rPr>
              <w:t>национальная цель «Устойчивая и динамичная экономика» (показатели «Обеспечение устойчивого роста доходов населения и уровня пенсионного обеспечения не ниже уровня инфляции», «Обеспечение темпа роста валового внутреннего продукта страны выше среднемирового и выход не позднее 2030 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безработицы»)</w:t>
            </w:r>
          </w:p>
        </w:tc>
      </w:tr>
      <w:tr w:rsidR="00211934" w:rsidRPr="00702528" w14:paraId="2EB1391A" w14:textId="77777777" w:rsidTr="00896A6D">
        <w:tc>
          <w:tcPr>
            <w:tcW w:w="5245" w:type="dxa"/>
            <w:vMerge/>
          </w:tcPr>
          <w:p w14:paraId="405A43D1" w14:textId="77777777" w:rsidR="00211934" w:rsidRPr="00702528" w:rsidRDefault="00211934" w:rsidP="00BB243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</w:p>
        </w:tc>
        <w:tc>
          <w:tcPr>
            <w:tcW w:w="9356" w:type="dxa"/>
          </w:tcPr>
          <w:p w14:paraId="61E87A85" w14:textId="77777777" w:rsidR="00211934" w:rsidRPr="00702528" w:rsidRDefault="00211934" w:rsidP="00BB2434">
            <w:pPr>
              <w:widowControl w:val="0"/>
              <w:ind w:firstLine="0"/>
              <w:rPr>
                <w:rFonts w:cs="Times New Roman"/>
                <w:bCs/>
                <w:strike/>
              </w:rPr>
            </w:pPr>
            <w:r w:rsidRPr="00702528">
              <w:rPr>
                <w:rFonts w:cs="Times New Roman"/>
                <w:shd w:val="clear" w:color="auto" w:fill="FFFFFF"/>
              </w:rPr>
              <w:t>национальная цель «Цифровая трансформация государственного и муниципального управления, экономики и социальной сферы» (показатель «Достижение к 2030 году «цифровой зрелости»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интеллекта»)</w:t>
            </w:r>
          </w:p>
        </w:tc>
      </w:tr>
      <w:tr w:rsidR="00211934" w:rsidRPr="00702528" w14:paraId="5D27621F" w14:textId="77777777" w:rsidTr="00896A6D">
        <w:tc>
          <w:tcPr>
            <w:tcW w:w="5245" w:type="dxa"/>
            <w:vMerge/>
          </w:tcPr>
          <w:p w14:paraId="5FE86CCA" w14:textId="77777777" w:rsidR="00211934" w:rsidRPr="00702528" w:rsidRDefault="00211934" w:rsidP="00BB243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</w:p>
        </w:tc>
        <w:tc>
          <w:tcPr>
            <w:tcW w:w="9356" w:type="dxa"/>
          </w:tcPr>
          <w:p w14:paraId="72A2731F" w14:textId="77777777" w:rsidR="00211934" w:rsidRPr="00702528" w:rsidRDefault="00211934" w:rsidP="00BB243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702528">
              <w:rPr>
                <w:rFonts w:cs="Times New Roman"/>
                <w:bCs/>
              </w:rPr>
              <w:t xml:space="preserve">государственная программа Российской Федерации «Развитие федеративных отношений и создание условий для эффективного </w:t>
            </w:r>
            <w:r w:rsidRPr="00702528">
              <w:rPr>
                <w:rFonts w:cs="Times New Roman"/>
                <w:bCs/>
              </w:rPr>
              <w:lastRenderedPageBreak/>
              <w:t>и ответственного управления региональными и муниципальными финансами», утвержденная постановлением Правительства Российской Федерации от 18 мая 2016 г. № 445</w:t>
            </w:r>
          </w:p>
        </w:tc>
      </w:tr>
      <w:tr w:rsidR="00211934" w:rsidRPr="00702528" w14:paraId="15E77FD6" w14:textId="77777777" w:rsidTr="00896A6D">
        <w:tc>
          <w:tcPr>
            <w:tcW w:w="5245" w:type="dxa"/>
            <w:vMerge/>
          </w:tcPr>
          <w:p w14:paraId="4AEC34D3" w14:textId="77777777" w:rsidR="00211934" w:rsidRPr="00702528" w:rsidRDefault="00211934" w:rsidP="00BB243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</w:p>
        </w:tc>
        <w:tc>
          <w:tcPr>
            <w:tcW w:w="9356" w:type="dxa"/>
          </w:tcPr>
          <w:p w14:paraId="62B35C44" w14:textId="77777777" w:rsidR="00211934" w:rsidRPr="00702528" w:rsidRDefault="00211934" w:rsidP="00BB243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702528">
              <w:rPr>
                <w:rFonts w:cs="Times New Roman"/>
                <w:bCs/>
              </w:rPr>
              <w:t>государственная программа Российской Федерации «Управление государственными финансами и регулирование финансовых рынков», утвержденная постановлением Правительства Российской Федерации от 15 апреля 2014 г. № 320</w:t>
            </w:r>
          </w:p>
        </w:tc>
      </w:tr>
    </w:tbl>
    <w:p w14:paraId="36C4BEB4" w14:textId="77777777" w:rsidR="00896A6D" w:rsidRDefault="00896A6D" w:rsidP="00E53F45">
      <w:pPr>
        <w:keepNext/>
        <w:ind w:firstLine="0"/>
        <w:jc w:val="center"/>
        <w:outlineLvl w:val="1"/>
        <w:rPr>
          <w:rFonts w:cs="Times New Roman"/>
          <w:bCs/>
          <w:szCs w:val="28"/>
        </w:rPr>
      </w:pPr>
    </w:p>
    <w:p w14:paraId="05625101" w14:textId="7FA6A2E9" w:rsidR="00E53F45" w:rsidRPr="00FC27B2" w:rsidRDefault="00E53F45" w:rsidP="00E53F45">
      <w:pPr>
        <w:keepNext/>
        <w:ind w:firstLine="0"/>
        <w:jc w:val="center"/>
        <w:outlineLvl w:val="1"/>
        <w:rPr>
          <w:rFonts w:cs="Times New Roman"/>
          <w:bCs/>
          <w:szCs w:val="28"/>
        </w:rPr>
      </w:pPr>
      <w:r w:rsidRPr="00FC27B2">
        <w:rPr>
          <w:rFonts w:cs="Times New Roman"/>
          <w:bCs/>
          <w:szCs w:val="28"/>
        </w:rPr>
        <w:t xml:space="preserve">2. Показатели Государственной программы </w:t>
      </w:r>
    </w:p>
    <w:p w14:paraId="27CA46C4" w14:textId="77777777" w:rsidR="00E53F45" w:rsidRPr="00FC27B2" w:rsidRDefault="00E53F45" w:rsidP="00E53F45">
      <w:pPr>
        <w:keepNext/>
        <w:ind w:left="1559" w:firstLine="0"/>
        <w:outlineLvl w:val="1"/>
        <w:rPr>
          <w:rFonts w:cs="Times New Roman"/>
          <w:bCs/>
          <w:szCs w:val="28"/>
          <w:highlight w:val="yellow"/>
        </w:rPr>
      </w:pPr>
    </w:p>
    <w:p w14:paraId="1B108B10" w14:textId="77777777" w:rsidR="00E53F45" w:rsidRPr="00FC27B2" w:rsidRDefault="00E53F45" w:rsidP="00E53F45">
      <w:pPr>
        <w:keepNext/>
        <w:rPr>
          <w:rFonts w:eastAsia="Calibri" w:cs="Times New Roman"/>
          <w:sz w:val="2"/>
          <w:szCs w:val="2"/>
        </w:rPr>
      </w:pPr>
    </w:p>
    <w:tbl>
      <w:tblPr>
        <w:tblStyle w:val="100"/>
        <w:tblW w:w="1463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6"/>
        <w:gridCol w:w="1276"/>
        <w:gridCol w:w="851"/>
        <w:gridCol w:w="850"/>
        <w:gridCol w:w="1134"/>
        <w:gridCol w:w="709"/>
        <w:gridCol w:w="709"/>
        <w:gridCol w:w="708"/>
        <w:gridCol w:w="709"/>
        <w:gridCol w:w="567"/>
        <w:gridCol w:w="709"/>
        <w:gridCol w:w="709"/>
        <w:gridCol w:w="708"/>
        <w:gridCol w:w="567"/>
        <w:gridCol w:w="851"/>
        <w:gridCol w:w="850"/>
        <w:gridCol w:w="1134"/>
        <w:gridCol w:w="993"/>
      </w:tblGrid>
      <w:tr w:rsidR="00896A6D" w:rsidRPr="00FC27B2" w14:paraId="06B13872" w14:textId="77777777" w:rsidTr="00896A6D">
        <w:trPr>
          <w:tblHeader/>
        </w:trPr>
        <w:tc>
          <w:tcPr>
            <w:tcW w:w="596" w:type="dxa"/>
            <w:vMerge w:val="restart"/>
          </w:tcPr>
          <w:p w14:paraId="23E96FB8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 xml:space="preserve">№ </w:t>
            </w:r>
          </w:p>
          <w:p w14:paraId="1519342D" w14:textId="4D6F9F63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1276" w:type="dxa"/>
            <w:vMerge w:val="restart"/>
          </w:tcPr>
          <w:p w14:paraId="02F36B7B" w14:textId="6C07AC28" w:rsidR="00896A6D" w:rsidRPr="00FC27B2" w:rsidRDefault="00896A6D" w:rsidP="000A23A6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Наименова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ние показа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851" w:type="dxa"/>
            <w:vMerge w:val="restart"/>
          </w:tcPr>
          <w:p w14:paraId="4F6F0BF3" w14:textId="56E0A027" w:rsidR="00896A6D" w:rsidRPr="00FC27B2" w:rsidRDefault="00896A6D" w:rsidP="000A23A6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Уро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вень показа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850" w:type="dxa"/>
            <w:vMerge w:val="restart"/>
          </w:tcPr>
          <w:p w14:paraId="722A40F1" w14:textId="0F87454C" w:rsidR="00896A6D" w:rsidRPr="00FC27B2" w:rsidRDefault="00896A6D" w:rsidP="000A23A6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При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знак воз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рас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та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ния/ убы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ва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ния</w:t>
            </w:r>
          </w:p>
        </w:tc>
        <w:tc>
          <w:tcPr>
            <w:tcW w:w="1134" w:type="dxa"/>
            <w:vMerge w:val="restart"/>
          </w:tcPr>
          <w:p w14:paraId="49CDB63A" w14:textId="77777777" w:rsidR="007B5211" w:rsidRDefault="00896A6D" w:rsidP="000A23A6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Единица из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мерения (по </w:t>
            </w:r>
          </w:p>
          <w:p w14:paraId="5A0A6253" w14:textId="2EE60800" w:rsidR="00896A6D" w:rsidRPr="00FC27B2" w:rsidRDefault="00896A6D" w:rsidP="000A23A6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ОКЕИ*)</w:t>
            </w:r>
          </w:p>
        </w:tc>
        <w:tc>
          <w:tcPr>
            <w:tcW w:w="1418" w:type="dxa"/>
            <w:gridSpan w:val="2"/>
          </w:tcPr>
          <w:p w14:paraId="2DF5E1BE" w14:textId="24C745A8" w:rsidR="00896A6D" w:rsidRPr="00FC27B2" w:rsidRDefault="00896A6D" w:rsidP="000A23A6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Базовое зна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че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4677" w:type="dxa"/>
            <w:gridSpan w:val="7"/>
          </w:tcPr>
          <w:p w14:paraId="29436CEA" w14:textId="6AB62159" w:rsidR="00896A6D" w:rsidRPr="00FC27B2" w:rsidRDefault="00896A6D" w:rsidP="000A23A6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</w:tcPr>
          <w:p w14:paraId="1AB62760" w14:textId="133F800C" w:rsidR="00896A6D" w:rsidRPr="00FC27B2" w:rsidRDefault="00896A6D" w:rsidP="000A23A6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Доку-мент</w:t>
            </w:r>
          </w:p>
        </w:tc>
        <w:tc>
          <w:tcPr>
            <w:tcW w:w="850" w:type="dxa"/>
            <w:vMerge w:val="restart"/>
          </w:tcPr>
          <w:p w14:paraId="59114399" w14:textId="639EA7D3" w:rsidR="00896A6D" w:rsidRPr="00FC27B2" w:rsidRDefault="00896A6D" w:rsidP="000A23A6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От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вет</w:t>
            </w:r>
            <w:r w:rsidR="009F0871">
              <w:rPr>
                <w:rFonts w:cs="Times New Roman"/>
                <w:bCs/>
                <w:sz w:val="20"/>
                <w:szCs w:val="20"/>
              </w:rPr>
              <w:softHyphen/>
            </w:r>
            <w:r w:rsidRPr="00FC27B2">
              <w:rPr>
                <w:rFonts w:cs="Times New Roman"/>
                <w:bCs/>
                <w:sz w:val="20"/>
                <w:szCs w:val="20"/>
              </w:rPr>
              <w:t>ствен</w:t>
            </w:r>
            <w:r w:rsidR="009F0871">
              <w:rPr>
                <w:rFonts w:cs="Times New Roman"/>
                <w:bCs/>
                <w:sz w:val="20"/>
                <w:szCs w:val="20"/>
              </w:rPr>
              <w:softHyphen/>
            </w:r>
            <w:r w:rsidRPr="00FC27B2">
              <w:rPr>
                <w:rFonts w:cs="Times New Roman"/>
                <w:bCs/>
                <w:sz w:val="20"/>
                <w:szCs w:val="20"/>
              </w:rPr>
              <w:t>ный за до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сти</w:t>
            </w:r>
            <w:r w:rsidR="009F0871">
              <w:rPr>
                <w:rFonts w:cs="Times New Roman"/>
                <w:bCs/>
                <w:sz w:val="20"/>
                <w:szCs w:val="20"/>
              </w:rPr>
              <w:softHyphen/>
            </w:r>
            <w:r w:rsidRPr="00FC27B2">
              <w:rPr>
                <w:rFonts w:cs="Times New Roman"/>
                <w:bCs/>
                <w:sz w:val="20"/>
                <w:szCs w:val="20"/>
              </w:rPr>
              <w:t>же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ние по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каза</w:t>
            </w:r>
            <w:r w:rsidR="009F0871">
              <w:rPr>
                <w:rFonts w:cs="Times New Roman"/>
                <w:bCs/>
                <w:sz w:val="20"/>
                <w:szCs w:val="20"/>
              </w:rPr>
              <w:softHyphen/>
            </w:r>
            <w:r w:rsidRPr="00FC27B2">
              <w:rPr>
                <w:rFonts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1134" w:type="dxa"/>
            <w:vMerge w:val="restart"/>
          </w:tcPr>
          <w:p w14:paraId="065B277E" w14:textId="247A3306" w:rsidR="00896A6D" w:rsidRPr="00FC27B2" w:rsidRDefault="00896A6D" w:rsidP="000A23A6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Связь с по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ка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зате</w:t>
            </w:r>
            <w:r w:rsidR="009F0871">
              <w:rPr>
                <w:rFonts w:cs="Times New Roman"/>
                <w:bCs/>
                <w:sz w:val="20"/>
                <w:szCs w:val="20"/>
              </w:rPr>
              <w:softHyphen/>
            </w:r>
            <w:r w:rsidRPr="00FC27B2">
              <w:rPr>
                <w:rFonts w:cs="Times New Roman"/>
                <w:bCs/>
                <w:sz w:val="20"/>
                <w:szCs w:val="20"/>
              </w:rPr>
              <w:t>лями нацио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FC27B2">
              <w:rPr>
                <w:rFonts w:cs="Times New Roman"/>
                <w:bCs/>
                <w:sz w:val="20"/>
                <w:szCs w:val="20"/>
              </w:rPr>
              <w:t>нальных целей</w:t>
            </w:r>
          </w:p>
        </w:tc>
        <w:tc>
          <w:tcPr>
            <w:tcW w:w="993" w:type="dxa"/>
            <w:vMerge w:val="restart"/>
          </w:tcPr>
          <w:p w14:paraId="7206B741" w14:textId="00DC7E36" w:rsidR="00896A6D" w:rsidRPr="00FC27B2" w:rsidRDefault="00896A6D" w:rsidP="000A23A6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Ин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фор</w:t>
            </w:r>
            <w:r w:rsidR="009F0871">
              <w:rPr>
                <w:rFonts w:cs="Times New Roman"/>
                <w:bCs/>
                <w:sz w:val="20"/>
                <w:szCs w:val="20"/>
              </w:rPr>
              <w:softHyphen/>
            </w:r>
            <w:r w:rsidRPr="00FC27B2">
              <w:rPr>
                <w:rFonts w:cs="Times New Roman"/>
                <w:bCs/>
                <w:sz w:val="20"/>
                <w:szCs w:val="20"/>
              </w:rPr>
              <w:t>ма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цион</w:t>
            </w:r>
            <w:r w:rsidR="009F0871">
              <w:rPr>
                <w:rFonts w:cs="Times New Roman"/>
                <w:bCs/>
                <w:sz w:val="20"/>
                <w:szCs w:val="20"/>
              </w:rPr>
              <w:softHyphen/>
            </w:r>
            <w:r w:rsidRPr="00FC27B2">
              <w:rPr>
                <w:rFonts w:cs="Times New Roman"/>
                <w:bCs/>
                <w:sz w:val="20"/>
                <w:szCs w:val="20"/>
              </w:rPr>
              <w:t>ная си</w:t>
            </w:r>
            <w:r w:rsidR="009F0871">
              <w:rPr>
                <w:rFonts w:cs="Times New Roman"/>
                <w:bCs/>
                <w:sz w:val="20"/>
                <w:szCs w:val="20"/>
              </w:rPr>
              <w:softHyphen/>
            </w:r>
            <w:r w:rsidRPr="00FC27B2">
              <w:rPr>
                <w:rFonts w:cs="Times New Roman"/>
                <w:bCs/>
                <w:sz w:val="20"/>
                <w:szCs w:val="20"/>
              </w:rPr>
              <w:t>стема</w:t>
            </w:r>
          </w:p>
        </w:tc>
      </w:tr>
      <w:tr w:rsidR="00896A6D" w:rsidRPr="00FC27B2" w14:paraId="2EA9E63E" w14:textId="77777777" w:rsidTr="00896A6D">
        <w:trPr>
          <w:tblHeader/>
        </w:trPr>
        <w:tc>
          <w:tcPr>
            <w:tcW w:w="596" w:type="dxa"/>
            <w:vMerge/>
          </w:tcPr>
          <w:p w14:paraId="23846365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28E5EAC4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76C2936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2B75C573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0249588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76896A8E" w14:textId="41FF3BA6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зна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FC27B2">
              <w:rPr>
                <w:rFonts w:cs="Times New Roman"/>
                <w:bCs/>
                <w:sz w:val="20"/>
                <w:szCs w:val="20"/>
              </w:rPr>
              <w:t>че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709" w:type="dxa"/>
          </w:tcPr>
          <w:p w14:paraId="10C9B5DC" w14:textId="3F728171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8" w:type="dxa"/>
          </w:tcPr>
          <w:p w14:paraId="25527E88" w14:textId="3BC0FD7F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14:paraId="68CCF76D" w14:textId="75C9CC52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567" w:type="dxa"/>
          </w:tcPr>
          <w:p w14:paraId="1A3D1081" w14:textId="59B0682A" w:rsidR="00896A6D" w:rsidRPr="00FC27B2" w:rsidRDefault="00896A6D" w:rsidP="007B5211">
            <w:pPr>
              <w:keepNext/>
              <w:ind w:lef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14:paraId="33AEDAAA" w14:textId="5F98EF31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14:paraId="56076F44" w14:textId="091D2623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8" w:type="dxa"/>
          </w:tcPr>
          <w:p w14:paraId="764476CA" w14:textId="3E4CBF71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567" w:type="dxa"/>
          </w:tcPr>
          <w:p w14:paraId="3B8E2396" w14:textId="21592AC5" w:rsidR="00896A6D" w:rsidRPr="00FC27B2" w:rsidRDefault="00896A6D" w:rsidP="007B5211">
            <w:pPr>
              <w:keepNext/>
              <w:ind w:lef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851" w:type="dxa"/>
            <w:vMerge/>
          </w:tcPr>
          <w:p w14:paraId="56F8033D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03A11B86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6A9876B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40BD065D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</w:tr>
    </w:tbl>
    <w:p w14:paraId="01D01271" w14:textId="77777777" w:rsidR="00896A6D" w:rsidRPr="00896A6D" w:rsidRDefault="00896A6D">
      <w:pPr>
        <w:rPr>
          <w:sz w:val="2"/>
          <w:szCs w:val="2"/>
        </w:rPr>
      </w:pPr>
    </w:p>
    <w:tbl>
      <w:tblPr>
        <w:tblStyle w:val="100"/>
        <w:tblW w:w="14630" w:type="dxa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276"/>
        <w:gridCol w:w="851"/>
        <w:gridCol w:w="850"/>
        <w:gridCol w:w="1134"/>
        <w:gridCol w:w="709"/>
        <w:gridCol w:w="709"/>
        <w:gridCol w:w="708"/>
        <w:gridCol w:w="709"/>
        <w:gridCol w:w="567"/>
        <w:gridCol w:w="709"/>
        <w:gridCol w:w="709"/>
        <w:gridCol w:w="708"/>
        <w:gridCol w:w="567"/>
        <w:gridCol w:w="851"/>
        <w:gridCol w:w="850"/>
        <w:gridCol w:w="1134"/>
        <w:gridCol w:w="993"/>
      </w:tblGrid>
      <w:tr w:rsidR="00896A6D" w:rsidRPr="00FC27B2" w14:paraId="38000D3D" w14:textId="77777777" w:rsidTr="00896A6D">
        <w:trPr>
          <w:tblHeader/>
        </w:trPr>
        <w:tc>
          <w:tcPr>
            <w:tcW w:w="596" w:type="dxa"/>
          </w:tcPr>
          <w:p w14:paraId="64B3B6DB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5D7AEBCA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14:paraId="4FB4845E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5B46D7C6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47D0A7A9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2ABCEB58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C9D467E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14:paraId="28A61A1B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0744387B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14:paraId="5F3782C6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6FA0D9B1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08CC4D7F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14:paraId="20C5ADB9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14:paraId="5AA6489B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14:paraId="383C3734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850" w:type="dxa"/>
          </w:tcPr>
          <w:p w14:paraId="791E9802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14:paraId="25BA87EE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993" w:type="dxa"/>
          </w:tcPr>
          <w:p w14:paraId="7FFD6B08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</w:tr>
      <w:tr w:rsidR="00896A6D" w:rsidRPr="00FC27B2" w14:paraId="6A4A4DB4" w14:textId="77777777" w:rsidTr="00896A6D">
        <w:tc>
          <w:tcPr>
            <w:tcW w:w="14630" w:type="dxa"/>
            <w:gridSpan w:val="18"/>
            <w:tcBorders>
              <w:bottom w:val="single" w:sz="4" w:space="0" w:color="auto"/>
            </w:tcBorders>
          </w:tcPr>
          <w:p w14:paraId="7508B666" w14:textId="77777777" w:rsidR="00896A6D" w:rsidRPr="00FC27B2" w:rsidRDefault="00896A6D" w:rsidP="00896A6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Цель Государственной программы – обеспечение темпа роста налоговых и неналоговых доходов областного бюджета не ниже 4 процентов в отчетном году к уровню предыдущего года в сопоставимых условиях до 2030 года</w:t>
            </w:r>
          </w:p>
        </w:tc>
      </w:tr>
      <w:tr w:rsidR="00896A6D" w:rsidRPr="00FC27B2" w14:paraId="189B36F4" w14:textId="77777777" w:rsidTr="00896A6D">
        <w:tc>
          <w:tcPr>
            <w:tcW w:w="596" w:type="dxa"/>
            <w:tcBorders>
              <w:bottom w:val="single" w:sz="4" w:space="0" w:color="auto"/>
            </w:tcBorders>
          </w:tcPr>
          <w:p w14:paraId="3F93ECE6" w14:textId="77777777" w:rsidR="00896A6D" w:rsidRPr="00FC27B2" w:rsidRDefault="00896A6D" w:rsidP="00896A6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8F40CB9" w14:textId="77777777" w:rsidR="00896A6D" w:rsidRPr="00FC27B2" w:rsidRDefault="00896A6D" w:rsidP="00896A6D">
            <w:pPr>
              <w:spacing w:line="180" w:lineRule="atLeast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FC27B2">
              <w:rPr>
                <w:rFonts w:cs="Times New Roman"/>
                <w:sz w:val="20"/>
                <w:szCs w:val="20"/>
                <w:lang w:eastAsia="ru-RU"/>
              </w:rPr>
              <w:t>Темп роста налоговых и неналого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вых дохо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дов об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ласт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ного бюд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жета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598CE87" w14:textId="77777777" w:rsidR="00896A6D" w:rsidRPr="00FC27B2" w:rsidRDefault="00896A6D" w:rsidP="00896A6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Госу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237E929" w14:textId="3FD3F9DD" w:rsidR="00896A6D" w:rsidRPr="00FC27B2" w:rsidRDefault="00896A6D" w:rsidP="00896A6D">
            <w:pPr>
              <w:widowControl w:val="0"/>
              <w:ind w:right="-44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воз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рас</w:t>
            </w:r>
            <w:r w:rsidR="009F0871">
              <w:rPr>
                <w:rFonts w:cs="Times New Roman"/>
                <w:bCs/>
                <w:sz w:val="20"/>
                <w:szCs w:val="20"/>
              </w:rPr>
              <w:softHyphen/>
            </w:r>
            <w:r w:rsidRPr="00FC27B2">
              <w:rPr>
                <w:rFonts w:cs="Times New Roman"/>
                <w:bCs/>
                <w:sz w:val="20"/>
                <w:szCs w:val="20"/>
              </w:rPr>
              <w:t>та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5F894BF" w14:textId="77777777" w:rsidR="00896A6D" w:rsidRPr="00FC27B2" w:rsidRDefault="00896A6D" w:rsidP="00896A6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C6F4ED5" w14:textId="77777777" w:rsidR="00896A6D" w:rsidRPr="00FC27B2" w:rsidRDefault="00896A6D" w:rsidP="00896A6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10,3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5302D80" w14:textId="77777777" w:rsidR="00896A6D" w:rsidRPr="00FC27B2" w:rsidRDefault="00896A6D" w:rsidP="00896A6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44E6577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E97312B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945F52C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BDB5573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86A0D06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782568E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E3F41FB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BD2FD18" w14:textId="77777777" w:rsidR="00896A6D" w:rsidRPr="00FC27B2" w:rsidRDefault="00896A6D" w:rsidP="00896A6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Госу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844636C" w14:textId="77777777" w:rsidR="00896A6D" w:rsidRPr="00FC27B2" w:rsidRDefault="00896A6D" w:rsidP="00896A6D">
            <w:pPr>
              <w:widowControl w:val="0"/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МФ ЯО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2A7210A" w14:textId="77777777" w:rsidR="00896A6D" w:rsidRPr="00896A6D" w:rsidRDefault="00896A6D" w:rsidP="00896A6D">
            <w:pPr>
              <w:ind w:firstLine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t>обеспече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ние устой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чивого ро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ста дохо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дов насе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ления и уровня пенси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он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ного обес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пе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чения не ниже уровня инфля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ции;</w:t>
            </w:r>
          </w:p>
          <w:p w14:paraId="10AB71C0" w14:textId="77777777" w:rsidR="00896A6D" w:rsidRPr="00896A6D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</w:rPr>
            </w:pP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lastRenderedPageBreak/>
              <w:t>обеспече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ние темпа роста ва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ло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вого внут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рен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него продукта страны выше сред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немиро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вого и вы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ход не позднее 2030 года на четвер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тое место в мире по объ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ему ва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лового внутрен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него про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дукта, рас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считанного по пари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тету поку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пательной спо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собно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сти, в том числе за счет роста произво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ди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тельности труда, при со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хранении мак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роэко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номиче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lastRenderedPageBreak/>
              <w:t>ской ста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бильно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сти, низкого уровня без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рабо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тицы и сниже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нии уровня структур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ной безра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ботицы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C3782A2" w14:textId="77777777" w:rsidR="00896A6D" w:rsidRPr="00FC27B2" w:rsidRDefault="00896A6D" w:rsidP="00896A6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</w:tr>
      <w:tr w:rsidR="00896A6D" w:rsidRPr="00FC27B2" w14:paraId="16C1D857" w14:textId="77777777" w:rsidTr="00896A6D">
        <w:tc>
          <w:tcPr>
            <w:tcW w:w="14630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1597E7AA" w14:textId="77777777" w:rsidR="00896A6D" w:rsidRPr="00FC27B2" w:rsidRDefault="00896A6D" w:rsidP="00896A6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lastRenderedPageBreak/>
              <w:t xml:space="preserve">Цель Государственной программы – обеспечение дефицита областного бюджета на уровне не более 10 процентов объема доходов областного бюджета </w:t>
            </w:r>
          </w:p>
          <w:p w14:paraId="7F9F20FF" w14:textId="77777777" w:rsidR="00896A6D" w:rsidRPr="00FC27B2" w:rsidRDefault="00896A6D" w:rsidP="00896A6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без учета безвоз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мездных поступлений к 2030 году</w:t>
            </w:r>
          </w:p>
        </w:tc>
      </w:tr>
      <w:tr w:rsidR="00896A6D" w:rsidRPr="00FC27B2" w14:paraId="01C58A33" w14:textId="77777777" w:rsidTr="00896A6D">
        <w:tc>
          <w:tcPr>
            <w:tcW w:w="596" w:type="dxa"/>
            <w:tcBorders>
              <w:bottom w:val="single" w:sz="4" w:space="0" w:color="auto"/>
            </w:tcBorders>
          </w:tcPr>
          <w:p w14:paraId="25954545" w14:textId="77777777" w:rsidR="00896A6D" w:rsidRPr="00FC27B2" w:rsidRDefault="00896A6D" w:rsidP="00896A6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A8F1C5D" w14:textId="77777777" w:rsidR="00896A6D" w:rsidRPr="00FC27B2" w:rsidRDefault="00896A6D" w:rsidP="00896A6D">
            <w:pPr>
              <w:spacing w:line="180" w:lineRule="atLeast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FC27B2">
              <w:rPr>
                <w:rFonts w:cs="Times New Roman"/>
                <w:sz w:val="20"/>
                <w:szCs w:val="20"/>
                <w:lang w:eastAsia="ru-RU"/>
              </w:rPr>
              <w:t>Отношение дефицита об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ластного бюджета к объему до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хо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дов об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ласт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ного бюджета без учета без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возмезд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ных поступ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лений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F4013C0" w14:textId="77777777" w:rsidR="00896A6D" w:rsidRPr="00FC27B2" w:rsidRDefault="00896A6D" w:rsidP="00896A6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Госу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84258CF" w14:textId="3A18C3ED" w:rsidR="00896A6D" w:rsidRPr="00FC27B2" w:rsidRDefault="00896A6D" w:rsidP="00896A6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убы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ва</w:t>
            </w:r>
            <w:r w:rsidR="009F0871">
              <w:rPr>
                <w:rFonts w:cs="Times New Roman"/>
                <w:bCs/>
                <w:sz w:val="20"/>
                <w:szCs w:val="20"/>
              </w:rPr>
              <w:softHyphen/>
            </w:r>
            <w:r w:rsidRPr="00FC27B2">
              <w:rPr>
                <w:rFonts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455CF8C" w14:textId="77777777" w:rsidR="00896A6D" w:rsidRPr="00FC27B2" w:rsidRDefault="00896A6D" w:rsidP="00896A6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B07F93D" w14:textId="77777777" w:rsidR="00896A6D" w:rsidRPr="00FC27B2" w:rsidRDefault="00896A6D" w:rsidP="00896A6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2,3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BF168A9" w14:textId="77777777" w:rsidR="00896A6D" w:rsidRPr="00FC27B2" w:rsidRDefault="00896A6D" w:rsidP="00896A6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748EA85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359C2F7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5993E9F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30418C8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F375AEA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9A7ADEF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0C87C05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64AAF9F" w14:textId="77777777" w:rsidR="00896A6D" w:rsidRPr="00FC27B2" w:rsidRDefault="00896A6D" w:rsidP="00896A6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Госу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A403E80" w14:textId="77777777" w:rsidR="00896A6D" w:rsidRPr="00FC27B2" w:rsidRDefault="00896A6D" w:rsidP="00896A6D">
            <w:pPr>
              <w:widowControl w:val="0"/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МФ ЯО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DAAA93D" w14:textId="77777777" w:rsidR="00896A6D" w:rsidRPr="00896A6D" w:rsidRDefault="00896A6D" w:rsidP="00896A6D">
            <w:pPr>
              <w:ind w:firstLine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t>обеспече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ние устой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чивого ро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ста дохо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дов насе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ления и уровня пенси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он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ного обес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пе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чения не ниже уровня инфля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ции;</w:t>
            </w:r>
          </w:p>
          <w:p w14:paraId="572B62D9" w14:textId="77777777" w:rsidR="00896A6D" w:rsidRPr="00896A6D" w:rsidRDefault="00896A6D" w:rsidP="00896A6D">
            <w:pPr>
              <w:ind w:firstLine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t>обеспече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ние темпа роста ва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лового внут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рен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него про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дукта страны выше сред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неми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 xml:space="preserve">рового и 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lastRenderedPageBreak/>
              <w:t>выход не позд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нее 2030 года на четвер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тое место в мире по объему ва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лового внут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рен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него про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дукта, рассчи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танного по па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ри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тету поку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па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тельной спо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собно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сти, в том числе за счет роста произво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дительно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сти труда, при со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хра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нении мак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роэко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номиче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ской ста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биль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сти, низ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кого уровня безра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бо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тицы и сни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 xml:space="preserve">жении уровня 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lastRenderedPageBreak/>
              <w:t>структур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ной безра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ботицы;</w:t>
            </w:r>
          </w:p>
          <w:p w14:paraId="367C08EE" w14:textId="77777777" w:rsidR="00896A6D" w:rsidRPr="00896A6D" w:rsidRDefault="00896A6D" w:rsidP="00896A6D">
            <w:pPr>
              <w:ind w:firstLine="0"/>
              <w:jc w:val="center"/>
              <w:rPr>
                <w:rFonts w:cs="Times New Roman"/>
                <w:bCs/>
                <w:strike/>
                <w:sz w:val="20"/>
                <w:szCs w:val="20"/>
              </w:rPr>
            </w:pP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t>достиже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ние к 2030 году «цифро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вой зре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ло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сти» госу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дар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ствен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ного и му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ниципаль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ного управле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ния, клю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чевых от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раслей эко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мики и со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ци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альной сферы, в том числе здраво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охране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ния и образо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ва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ния, предпола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гающей авто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мати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зацию большей части транзак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ций в рам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ках еди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lastRenderedPageBreak/>
              <w:t>ных от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раслевых цифровых платформ и мо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дели управле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ния на ос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нове дан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ных с уче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том уско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рен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ного внедрения техноло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гий об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ра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ботки боль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ших объемов данных, ма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шин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ного обу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чения и искус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ственного ин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тел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лекта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F6F7418" w14:textId="77777777" w:rsidR="00896A6D" w:rsidRPr="00FC27B2" w:rsidRDefault="00896A6D" w:rsidP="00896A6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FC27B2">
              <w:rPr>
                <w:rFonts w:cs="Times New Roman"/>
                <w:bCs/>
                <w:sz w:val="22"/>
              </w:rPr>
              <w:lastRenderedPageBreak/>
              <w:t>-</w:t>
            </w:r>
          </w:p>
        </w:tc>
      </w:tr>
      <w:tr w:rsidR="00896A6D" w:rsidRPr="00FC27B2" w14:paraId="266E1632" w14:textId="77777777" w:rsidTr="00896A6D">
        <w:tc>
          <w:tcPr>
            <w:tcW w:w="14630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125372F7" w14:textId="77777777" w:rsidR="00896A6D" w:rsidRPr="00FC27B2" w:rsidRDefault="00896A6D" w:rsidP="00896A6D">
            <w:pPr>
              <w:keepNext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lastRenderedPageBreak/>
              <w:t>Цель Государственной программы – обеспечение доли общего объема долговых обязательств по рыночным заимствованиям Ярославской области и муниципальных образований Ярославской области не более 25 процентов объема доходов консолидированного бюджета без учета безвозмездных поступлений до 2030 года</w:t>
            </w:r>
          </w:p>
        </w:tc>
      </w:tr>
      <w:tr w:rsidR="00896A6D" w:rsidRPr="00FC27B2" w14:paraId="510BE3BD" w14:textId="77777777" w:rsidTr="00896A6D">
        <w:tc>
          <w:tcPr>
            <w:tcW w:w="596" w:type="dxa"/>
            <w:tcBorders>
              <w:bottom w:val="single" w:sz="4" w:space="0" w:color="auto"/>
            </w:tcBorders>
          </w:tcPr>
          <w:p w14:paraId="685649F0" w14:textId="77777777" w:rsidR="00896A6D" w:rsidRPr="00FC27B2" w:rsidRDefault="00896A6D" w:rsidP="00896A6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15F6ADB" w14:textId="4ABC7B63" w:rsidR="00896A6D" w:rsidRPr="00FC27B2" w:rsidRDefault="00896A6D" w:rsidP="00896A6D">
            <w:pPr>
              <w:spacing w:line="180" w:lineRule="atLeast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FC27B2">
              <w:rPr>
                <w:rFonts w:cs="Times New Roman"/>
                <w:sz w:val="20"/>
                <w:szCs w:val="20"/>
                <w:lang w:eastAsia="ru-RU"/>
              </w:rPr>
              <w:t>Отношение общего объ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ема долго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вых обяза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тельств по рыночным заимствова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ниям Яро</w:t>
            </w:r>
            <w:r>
              <w:rPr>
                <w:rFonts w:cs="Times New Roman"/>
                <w:sz w:val="20"/>
                <w:szCs w:val="20"/>
                <w:lang w:eastAsia="ru-RU"/>
              </w:rPr>
              <w:softHyphen/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t>слав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 xml:space="preserve">ской 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lastRenderedPageBreak/>
              <w:t>обла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сти и муни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ци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пальных об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разова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ний Яро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слав</w:t>
            </w:r>
            <w:r w:rsidR="009F0871">
              <w:rPr>
                <w:rFonts w:cs="Times New Roman"/>
                <w:sz w:val="20"/>
                <w:szCs w:val="20"/>
                <w:lang w:eastAsia="ru-RU"/>
              </w:rPr>
              <w:softHyphen/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t>ской обла</w:t>
            </w:r>
            <w:r w:rsidR="009F0871">
              <w:rPr>
                <w:rFonts w:cs="Times New Roman"/>
                <w:sz w:val="20"/>
                <w:szCs w:val="20"/>
                <w:lang w:eastAsia="ru-RU"/>
              </w:rPr>
              <w:softHyphen/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t>сти к объ</w:t>
            </w:r>
            <w:r w:rsidR="009F0871">
              <w:rPr>
                <w:rFonts w:cs="Times New Roman"/>
                <w:sz w:val="20"/>
                <w:szCs w:val="20"/>
                <w:lang w:eastAsia="ru-RU"/>
              </w:rPr>
              <w:softHyphen/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t>ему до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хо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дов кон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со</w:t>
            </w:r>
            <w:r w:rsidR="009F0871">
              <w:rPr>
                <w:rFonts w:cs="Times New Roman"/>
                <w:sz w:val="20"/>
                <w:szCs w:val="20"/>
                <w:lang w:eastAsia="ru-RU"/>
              </w:rPr>
              <w:softHyphen/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t>ли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диро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ван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ного бюд</w:t>
            </w:r>
            <w:r w:rsidR="009F0871">
              <w:rPr>
                <w:rFonts w:cs="Times New Roman"/>
                <w:sz w:val="20"/>
                <w:szCs w:val="20"/>
                <w:lang w:eastAsia="ru-RU"/>
              </w:rPr>
              <w:softHyphen/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t>жета без учета без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воз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мезд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ных по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ступ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ле</w:t>
            </w:r>
            <w:r w:rsidR="009F0871">
              <w:rPr>
                <w:rFonts w:cs="Times New Roman"/>
                <w:sz w:val="20"/>
                <w:szCs w:val="20"/>
                <w:lang w:eastAsia="ru-RU"/>
              </w:rPr>
              <w:softHyphen/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4933843" w14:textId="77777777" w:rsidR="00896A6D" w:rsidRPr="00FC27B2" w:rsidRDefault="00896A6D" w:rsidP="00896A6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lastRenderedPageBreak/>
              <w:t>Госу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EE240FA" w14:textId="05D0B454" w:rsidR="00896A6D" w:rsidRPr="00FC27B2" w:rsidRDefault="00896A6D" w:rsidP="00896A6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убы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ва</w:t>
            </w:r>
            <w:r w:rsidR="009F0871">
              <w:rPr>
                <w:rFonts w:cs="Times New Roman"/>
                <w:bCs/>
                <w:sz w:val="20"/>
                <w:szCs w:val="20"/>
              </w:rPr>
              <w:softHyphen/>
            </w:r>
            <w:r w:rsidRPr="00FC27B2">
              <w:rPr>
                <w:rFonts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8E37A1B" w14:textId="77777777" w:rsidR="00896A6D" w:rsidRPr="00FC27B2" w:rsidRDefault="00896A6D" w:rsidP="00896A6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9D03BFF" w14:textId="77777777" w:rsidR="00896A6D" w:rsidRPr="00FC27B2" w:rsidRDefault="00896A6D" w:rsidP="00896A6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12,6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49A657B" w14:textId="77777777" w:rsidR="00896A6D" w:rsidRPr="00FC27B2" w:rsidRDefault="00896A6D" w:rsidP="00896A6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233C9DF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7D42D9B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1E652A0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BFCA143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5C358B6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22F2200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5381259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324AA96" w14:textId="77777777" w:rsidR="00896A6D" w:rsidRPr="00FC27B2" w:rsidRDefault="00896A6D" w:rsidP="00896A6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Госу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 xml:space="preserve">грамма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0B1168E" w14:textId="77777777" w:rsidR="00896A6D" w:rsidRPr="00FC27B2" w:rsidRDefault="00896A6D" w:rsidP="00896A6D">
            <w:pPr>
              <w:widowControl w:val="0"/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МФ ЯО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4BB2C29" w14:textId="77777777" w:rsidR="00896A6D" w:rsidRPr="00896A6D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</w:rPr>
            </w:pP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t>обеспече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ние темпа роста ва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ло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вого внут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рен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него продукта страны выше сред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lastRenderedPageBreak/>
              <w:t>немиро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вого и вы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ход не позднее 2030 года на четвер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тое место в мире по объ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ему ва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лового внутрен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него про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дукта, рас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считанного по пари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тету поку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пательной спо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собно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сти, в том числе за счет роста произво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ди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тельности труда, при со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хранении мак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роэко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номиче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ской ста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бильно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сти, низкого уровня без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рабо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тицы и сниже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нии уровня структур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lastRenderedPageBreak/>
              <w:t>ной безра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ботицы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B9A145C" w14:textId="77777777" w:rsidR="00896A6D" w:rsidRPr="00FC27B2" w:rsidRDefault="00896A6D" w:rsidP="00896A6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</w:tr>
      <w:tr w:rsidR="00896A6D" w:rsidRPr="00FC27B2" w14:paraId="5D4B5E61" w14:textId="77777777" w:rsidTr="00896A6D">
        <w:tc>
          <w:tcPr>
            <w:tcW w:w="14630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502CAD17" w14:textId="77777777" w:rsidR="00896A6D" w:rsidRPr="00FC27B2" w:rsidRDefault="00896A6D" w:rsidP="00896A6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lastRenderedPageBreak/>
              <w:t xml:space="preserve">Цель Государственной программы – сохранение доли муниципальных образований Ярославской области, соблюдающих ограничения </w:t>
            </w:r>
          </w:p>
          <w:p w14:paraId="5CF9269E" w14:textId="77777777" w:rsidR="00896A6D" w:rsidRPr="00FC27B2" w:rsidRDefault="00896A6D" w:rsidP="00896A6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Бюджетного кодекса Российской Федерации по размеру дефицита бюджета, на уровне 100 процентов до 2030 года</w:t>
            </w:r>
          </w:p>
        </w:tc>
      </w:tr>
      <w:tr w:rsidR="00896A6D" w:rsidRPr="00FC27B2" w14:paraId="1BCDA390" w14:textId="77777777" w:rsidTr="00896A6D">
        <w:tc>
          <w:tcPr>
            <w:tcW w:w="596" w:type="dxa"/>
            <w:tcBorders>
              <w:bottom w:val="single" w:sz="4" w:space="0" w:color="auto"/>
            </w:tcBorders>
          </w:tcPr>
          <w:p w14:paraId="2F70870E" w14:textId="77777777" w:rsidR="00896A6D" w:rsidRPr="00FC27B2" w:rsidRDefault="00896A6D" w:rsidP="00896A6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AF9F96F" w14:textId="77777777" w:rsidR="00896A6D" w:rsidRPr="00FC27B2" w:rsidRDefault="00896A6D" w:rsidP="00896A6D">
            <w:pPr>
              <w:spacing w:line="180" w:lineRule="atLeast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FC27B2">
              <w:rPr>
                <w:rFonts w:cs="Times New Roman"/>
                <w:sz w:val="20"/>
                <w:szCs w:val="20"/>
                <w:lang w:eastAsia="ru-RU"/>
              </w:rPr>
              <w:t>Доля муни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ци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пальных об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разова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ний Яро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славской области, со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блюдаю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щих огра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ни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чения Бюд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жет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ного ко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декса Рос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сий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ской Фе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дера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ции по раз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меру де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фи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цита бюд</w:t>
            </w:r>
            <w:r w:rsidRPr="00FC27B2">
              <w:rPr>
                <w:rFonts w:cs="Times New Roman"/>
                <w:sz w:val="20"/>
                <w:szCs w:val="20"/>
                <w:lang w:eastAsia="ru-RU"/>
              </w:rPr>
              <w:softHyphen/>
              <w:t>жета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2E2C688" w14:textId="77777777" w:rsidR="00896A6D" w:rsidRPr="00FC27B2" w:rsidRDefault="00896A6D" w:rsidP="00896A6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Госу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0E71384" w14:textId="77777777" w:rsidR="00896A6D" w:rsidRPr="00FC27B2" w:rsidRDefault="00896A6D" w:rsidP="00896A6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воз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раста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E48D0F" w14:textId="77777777" w:rsidR="00896A6D" w:rsidRPr="00FC27B2" w:rsidRDefault="00896A6D" w:rsidP="00896A6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A047E0D" w14:textId="77777777" w:rsidR="00896A6D" w:rsidRPr="00FC27B2" w:rsidRDefault="00896A6D" w:rsidP="00896A6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964671A" w14:textId="77777777" w:rsidR="00896A6D" w:rsidRPr="00FC27B2" w:rsidRDefault="00896A6D" w:rsidP="00896A6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BD43AFE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7E8075A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B6EE2D0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7FFF43E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149CE94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786FEB9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0E6DBE5" w14:textId="77777777" w:rsidR="00896A6D" w:rsidRPr="00FC27B2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38EAE1E" w14:textId="77777777" w:rsidR="00896A6D" w:rsidRPr="00FC27B2" w:rsidRDefault="00896A6D" w:rsidP="00896A6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Госу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FC27B2">
              <w:rPr>
                <w:rFonts w:cs="Times New Roman"/>
                <w:bCs/>
                <w:sz w:val="20"/>
                <w:szCs w:val="20"/>
              </w:rPr>
              <w:softHyphen/>
              <w:t xml:space="preserve">грамма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3BA8B24" w14:textId="77777777" w:rsidR="00896A6D" w:rsidRPr="00FC27B2" w:rsidRDefault="00896A6D" w:rsidP="00896A6D">
            <w:pPr>
              <w:widowControl w:val="0"/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C27B2">
              <w:rPr>
                <w:rFonts w:cs="Times New Roman"/>
                <w:bCs/>
                <w:sz w:val="20"/>
                <w:szCs w:val="20"/>
              </w:rPr>
              <w:t>МФ ЯО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678C08A" w14:textId="77777777" w:rsidR="00896A6D" w:rsidRPr="00896A6D" w:rsidRDefault="00896A6D" w:rsidP="00896A6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</w:rPr>
            </w:pP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t>обеспече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ние темпа роста ва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ло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вого внут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рен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него продукта страны выше сред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немиро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вого и вы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ход не позднее 2030 года на четвер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тое место в мире по объ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ему ва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лового внутрен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него про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дукта, рас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считанного по пари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тету поку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пательной спо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собно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сти, в том числе за счет роста произво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ди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 xml:space="preserve">тельности труда, при 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lastRenderedPageBreak/>
              <w:t>со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хранении мак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роэко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номиче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ской ста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бильно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сти, низкого уровня без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рабо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тицы и сниже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нии уровня структур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ной безра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ботицы, достиже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ние к 2030 году «циф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ровой зрелости» государ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ствен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ного и муници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пального управ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ле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ния, клю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че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вых от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раслей эко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номики и со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циальной сферы, в том числе здраво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охранения и об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разова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ния, пред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полагаю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lastRenderedPageBreak/>
              <w:t>щей ав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то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матизацию большей части тран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закций в рамках единых от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раслевых цифровых плат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форм и модели управления на основе данных с учетом ускорен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ного внед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рения тех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нологий об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работки боль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ших объемов данных, машин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ного обучения и искус</w:t>
            </w:r>
            <w:r w:rsidRPr="00896A6D">
              <w:rPr>
                <w:rFonts w:cs="Times New Roman"/>
                <w:sz w:val="20"/>
                <w:szCs w:val="20"/>
                <w:shd w:val="clear" w:color="auto" w:fill="FFFFFF"/>
              </w:rPr>
              <w:softHyphen/>
              <w:t>ственного интеллекта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17F4D84" w14:textId="77777777" w:rsidR="00896A6D" w:rsidRPr="00FC27B2" w:rsidRDefault="00896A6D" w:rsidP="00896A6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</w:tr>
    </w:tbl>
    <w:p w14:paraId="3B08804A" w14:textId="77777777" w:rsidR="00E53F45" w:rsidRPr="00FC27B2" w:rsidRDefault="00E53F45" w:rsidP="00E53F45">
      <w:pPr>
        <w:widowControl w:val="0"/>
        <w:ind w:firstLine="0"/>
        <w:outlineLvl w:val="1"/>
        <w:rPr>
          <w:rFonts w:cs="Times New Roman"/>
          <w:bCs/>
          <w:szCs w:val="28"/>
          <w:highlight w:val="yellow"/>
        </w:rPr>
      </w:pPr>
    </w:p>
    <w:p w14:paraId="502E5A78" w14:textId="77777777" w:rsidR="00E53F45" w:rsidRPr="00FC27B2" w:rsidRDefault="00E53F45" w:rsidP="00E53F45">
      <w:pPr>
        <w:jc w:val="both"/>
        <w:rPr>
          <w:rFonts w:cs="Times New Roman"/>
          <w:szCs w:val="28"/>
        </w:rPr>
      </w:pPr>
      <w:r w:rsidRPr="00FC27B2">
        <w:rPr>
          <w:rFonts w:cs="Times New Roman"/>
          <w:bCs/>
          <w:szCs w:val="28"/>
        </w:rPr>
        <w:t>* Общероссийский классификатор единиц измерения.</w:t>
      </w:r>
    </w:p>
    <w:p w14:paraId="5AD9C999" w14:textId="764EBAC2" w:rsidR="00E53F45" w:rsidRPr="00FC27B2" w:rsidRDefault="00E53F45" w:rsidP="00E53F45">
      <w:pPr>
        <w:keepNext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FC27B2">
        <w:rPr>
          <w:rFonts w:cs="Times New Roman"/>
          <w:bCs/>
          <w:szCs w:val="28"/>
        </w:rPr>
        <w:lastRenderedPageBreak/>
        <w:t xml:space="preserve">3. Структура Государственной программы </w:t>
      </w:r>
    </w:p>
    <w:p w14:paraId="7017EAFD" w14:textId="77777777" w:rsidR="00E53F45" w:rsidRPr="00FC27B2" w:rsidRDefault="00E53F45" w:rsidP="00E53F45">
      <w:pPr>
        <w:keepNext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tbl>
      <w:tblPr>
        <w:tblStyle w:val="100"/>
        <w:tblW w:w="14596" w:type="dxa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507"/>
      </w:tblGrid>
      <w:tr w:rsidR="00E53F45" w:rsidRPr="00FC27B2" w14:paraId="6EB08C6B" w14:textId="77777777" w:rsidTr="000A23A6">
        <w:tc>
          <w:tcPr>
            <w:tcW w:w="992" w:type="dxa"/>
          </w:tcPr>
          <w:p w14:paraId="609EE824" w14:textId="77777777" w:rsidR="00E53F45" w:rsidRPr="00FC27B2" w:rsidRDefault="00E53F45" w:rsidP="000A23A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 xml:space="preserve">№ </w:t>
            </w:r>
          </w:p>
          <w:p w14:paraId="4B3C8D36" w14:textId="77777777" w:rsidR="00E53F45" w:rsidRPr="00FC27B2" w:rsidRDefault="00E53F45" w:rsidP="000A23A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939" w:type="dxa"/>
          </w:tcPr>
          <w:p w14:paraId="6D022C2D" w14:textId="77777777" w:rsidR="00E53F45" w:rsidRPr="00FC27B2" w:rsidRDefault="00E53F45" w:rsidP="000A23A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0765B934" w14:textId="77777777" w:rsidR="00E53F45" w:rsidRPr="00FC27B2" w:rsidRDefault="00E53F45" w:rsidP="000A23A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07" w:type="dxa"/>
          </w:tcPr>
          <w:p w14:paraId="647EC74C" w14:textId="77777777" w:rsidR="00E53F45" w:rsidRPr="00FC27B2" w:rsidRDefault="00E53F45" w:rsidP="000A23A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Связь с показателями</w:t>
            </w:r>
          </w:p>
        </w:tc>
      </w:tr>
    </w:tbl>
    <w:p w14:paraId="0607CE99" w14:textId="77777777" w:rsidR="00E53F45" w:rsidRPr="00FC27B2" w:rsidRDefault="00E53F45" w:rsidP="00E53F45">
      <w:pPr>
        <w:keepNext/>
        <w:rPr>
          <w:rFonts w:eastAsia="Calibri" w:cs="Times New Roman"/>
          <w:sz w:val="2"/>
          <w:szCs w:val="2"/>
        </w:rPr>
      </w:pPr>
    </w:p>
    <w:tbl>
      <w:tblPr>
        <w:tblStyle w:val="100"/>
        <w:tblW w:w="14596" w:type="dxa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507"/>
      </w:tblGrid>
      <w:tr w:rsidR="00E53F45" w:rsidRPr="00FC27B2" w14:paraId="50291EAF" w14:textId="77777777" w:rsidTr="000A23A6">
        <w:trPr>
          <w:tblHeader/>
        </w:trPr>
        <w:tc>
          <w:tcPr>
            <w:tcW w:w="992" w:type="dxa"/>
          </w:tcPr>
          <w:p w14:paraId="748D8272" w14:textId="77777777" w:rsidR="00E53F45" w:rsidRPr="00FC27B2" w:rsidRDefault="00E53F45" w:rsidP="000A23A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39" w:type="dxa"/>
          </w:tcPr>
          <w:p w14:paraId="73D23876" w14:textId="77777777" w:rsidR="00E53F45" w:rsidRPr="00FC27B2" w:rsidRDefault="00E53F45" w:rsidP="000A23A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58" w:type="dxa"/>
          </w:tcPr>
          <w:p w14:paraId="62CCFA2E" w14:textId="77777777" w:rsidR="00E53F45" w:rsidRPr="00FC27B2" w:rsidRDefault="00E53F45" w:rsidP="000A23A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507" w:type="dxa"/>
          </w:tcPr>
          <w:p w14:paraId="6CA6A587" w14:textId="77777777" w:rsidR="00E53F45" w:rsidRPr="00FC27B2" w:rsidRDefault="00E53F45" w:rsidP="000A23A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</w:tr>
      <w:tr w:rsidR="00E53F45" w:rsidRPr="00FC27B2" w14:paraId="7210AEDE" w14:textId="77777777" w:rsidTr="000A23A6">
        <w:tc>
          <w:tcPr>
            <w:tcW w:w="14596" w:type="dxa"/>
            <w:gridSpan w:val="4"/>
          </w:tcPr>
          <w:p w14:paraId="548AF61E" w14:textId="77777777" w:rsidR="00E53F45" w:rsidRPr="00FC27B2" w:rsidRDefault="00E53F45" w:rsidP="000A23A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1. Ведомственный проект «Повышение финансовой грамотности в Ярославской области» (куратор – Долгов Алексей Николаевич)</w:t>
            </w:r>
          </w:p>
        </w:tc>
      </w:tr>
      <w:tr w:rsidR="00E53F45" w:rsidRPr="00FC27B2" w14:paraId="1DED9E26" w14:textId="77777777" w:rsidTr="000A23A6">
        <w:tc>
          <w:tcPr>
            <w:tcW w:w="992" w:type="dxa"/>
          </w:tcPr>
          <w:p w14:paraId="05116FEA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08FF21D4" w14:textId="77777777" w:rsidR="00E53F45" w:rsidRPr="00FC27B2" w:rsidRDefault="00E53F45" w:rsidP="000A23A6">
            <w:pPr>
              <w:keepNext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Ответственный за реализацию – МФ ЯО</w:t>
            </w:r>
          </w:p>
        </w:tc>
        <w:tc>
          <w:tcPr>
            <w:tcW w:w="7665" w:type="dxa"/>
            <w:gridSpan w:val="2"/>
          </w:tcPr>
          <w:p w14:paraId="3EC16FDF" w14:textId="77777777" w:rsidR="00E53F45" w:rsidRPr="00FC27B2" w:rsidRDefault="00E53F45" w:rsidP="000A23A6">
            <w:pPr>
              <w:keepNext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срок реализации –2024 год</w:t>
            </w:r>
          </w:p>
        </w:tc>
      </w:tr>
      <w:tr w:rsidR="00E53F45" w:rsidRPr="00FC27B2" w14:paraId="5F8F95F7" w14:textId="77777777" w:rsidTr="000A23A6">
        <w:tc>
          <w:tcPr>
            <w:tcW w:w="992" w:type="dxa"/>
          </w:tcPr>
          <w:p w14:paraId="3FD8CD01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7B3D77DA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 xml:space="preserve">Создание условий для повышения финансовой грамотности и формирования финансовой культуры населения в Ярославской области </w:t>
            </w:r>
          </w:p>
        </w:tc>
        <w:tc>
          <w:tcPr>
            <w:tcW w:w="4158" w:type="dxa"/>
          </w:tcPr>
          <w:p w14:paraId="002BD3E5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проведены просветительские мероприятия в области финансовой, налоговой и бюджетной грамотности для населения Ярославской области</w:t>
            </w:r>
          </w:p>
        </w:tc>
        <w:tc>
          <w:tcPr>
            <w:tcW w:w="3507" w:type="dxa"/>
          </w:tcPr>
          <w:p w14:paraId="2C6CA8AC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темп роста налоговых и неналоговых доходов областного бюджета</w:t>
            </w:r>
          </w:p>
        </w:tc>
      </w:tr>
      <w:tr w:rsidR="00E53F45" w:rsidRPr="00FC27B2" w14:paraId="1CAC068E" w14:textId="77777777" w:rsidTr="000A23A6">
        <w:tc>
          <w:tcPr>
            <w:tcW w:w="14596" w:type="dxa"/>
            <w:gridSpan w:val="4"/>
          </w:tcPr>
          <w:p w14:paraId="227917E6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 xml:space="preserve">2. Комплекс процессных мероприятий «Обеспечение бюджетного процесса и формирования бюджетной отчетности </w:t>
            </w:r>
          </w:p>
          <w:p w14:paraId="1A968D00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в Ярославской области»</w:t>
            </w:r>
          </w:p>
        </w:tc>
      </w:tr>
      <w:tr w:rsidR="00E53F45" w:rsidRPr="00FC27B2" w14:paraId="73BA38B5" w14:textId="77777777" w:rsidTr="000A23A6">
        <w:tc>
          <w:tcPr>
            <w:tcW w:w="992" w:type="dxa"/>
          </w:tcPr>
          <w:p w14:paraId="0E8428FD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7F253C9C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Ответственный за реализацию – МФ ЯО</w:t>
            </w:r>
          </w:p>
        </w:tc>
        <w:tc>
          <w:tcPr>
            <w:tcW w:w="7665" w:type="dxa"/>
            <w:gridSpan w:val="2"/>
          </w:tcPr>
          <w:p w14:paraId="5293308B" w14:textId="77777777" w:rsidR="00E53F45" w:rsidRPr="00FC27B2" w:rsidRDefault="00E53F45" w:rsidP="00896A6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E53F45" w:rsidRPr="00FC27B2" w14:paraId="3699D218" w14:textId="77777777" w:rsidTr="000A23A6">
        <w:tc>
          <w:tcPr>
            <w:tcW w:w="992" w:type="dxa"/>
          </w:tcPr>
          <w:p w14:paraId="4A1E6D64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5939" w:type="dxa"/>
          </w:tcPr>
          <w:p w14:paraId="0C577610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4158" w:type="dxa"/>
          </w:tcPr>
          <w:p w14:paraId="12590A66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автоматизация бюджетного процесса, бесперебойная работа информационных систем, высокий уровень компетенций муниципальных образований Ярославской области при работе в информационных системах</w:t>
            </w:r>
          </w:p>
        </w:tc>
        <w:tc>
          <w:tcPr>
            <w:tcW w:w="3507" w:type="dxa"/>
          </w:tcPr>
          <w:p w14:paraId="7CF0A293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отношение дефицита областного бюджета к объему доходов областного бюджета без учета безвозмездных поступлений</w:t>
            </w:r>
          </w:p>
        </w:tc>
      </w:tr>
      <w:tr w:rsidR="00E53F45" w:rsidRPr="00FC27B2" w14:paraId="132C6BBE" w14:textId="77777777" w:rsidTr="000A23A6">
        <w:tc>
          <w:tcPr>
            <w:tcW w:w="992" w:type="dxa"/>
          </w:tcPr>
          <w:p w14:paraId="461DC3C0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5939" w:type="dxa"/>
          </w:tcPr>
          <w:p w14:paraId="7EEB7F34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4158" w:type="dxa"/>
          </w:tcPr>
          <w:p w14:paraId="2B7BE1A8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отсутствие нарушений при ведении бюджетного (бухгалтерского) учета и составлении бюджетной (бухгалтерской) отчетности по итогам проверок контрольных органов</w:t>
            </w:r>
          </w:p>
        </w:tc>
        <w:tc>
          <w:tcPr>
            <w:tcW w:w="3507" w:type="dxa"/>
          </w:tcPr>
          <w:p w14:paraId="4A8CB5EF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отношение дефицита областного бюджета к объему доходов областного бюджета без учета безвозмездных поступлений</w:t>
            </w:r>
          </w:p>
        </w:tc>
      </w:tr>
      <w:tr w:rsidR="00E53F45" w:rsidRPr="00FC27B2" w14:paraId="434E013E" w14:textId="77777777" w:rsidTr="000A23A6">
        <w:tc>
          <w:tcPr>
            <w:tcW w:w="14596" w:type="dxa"/>
            <w:gridSpan w:val="4"/>
          </w:tcPr>
          <w:p w14:paraId="2A2E0A4D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3. Комплекс процессных мероприятий «Выравнивание уровня бюджетной обеспеченности муниципальных образований Ярославской области и обеспечение сбалансированности местных бюджетов»</w:t>
            </w:r>
          </w:p>
        </w:tc>
      </w:tr>
      <w:tr w:rsidR="00E53F45" w:rsidRPr="00FC27B2" w14:paraId="050A6C01" w14:textId="77777777" w:rsidTr="000A23A6">
        <w:tc>
          <w:tcPr>
            <w:tcW w:w="992" w:type="dxa"/>
          </w:tcPr>
          <w:p w14:paraId="22927620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67CA71DB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Ответственный за реализацию – МФ ЯО</w:t>
            </w:r>
          </w:p>
        </w:tc>
        <w:tc>
          <w:tcPr>
            <w:tcW w:w="7665" w:type="dxa"/>
            <w:gridSpan w:val="2"/>
          </w:tcPr>
          <w:p w14:paraId="5C7EBC4B" w14:textId="77777777" w:rsidR="00E53F45" w:rsidRPr="00FC27B2" w:rsidRDefault="00E53F45" w:rsidP="00896A6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E53F45" w:rsidRPr="00FC27B2" w14:paraId="536BE7D9" w14:textId="77777777" w:rsidTr="000A23A6">
        <w:tc>
          <w:tcPr>
            <w:tcW w:w="992" w:type="dxa"/>
          </w:tcPr>
          <w:p w14:paraId="7BDE2545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1448D024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4158" w:type="dxa"/>
          </w:tcPr>
          <w:p w14:paraId="4865A329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осуществление муниципальными образованиями Ярославской области полномочий по решению вопросов местного значения, сбалансированное исполнение местных бюджетов</w:t>
            </w:r>
          </w:p>
        </w:tc>
        <w:tc>
          <w:tcPr>
            <w:tcW w:w="3507" w:type="dxa"/>
          </w:tcPr>
          <w:p w14:paraId="7E312A91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доля муниципальных образований Ярославской области, соблюдающих ограничения Бюджетного кодекса Российской Федерации по размеру дефицита бюджета;</w:t>
            </w:r>
          </w:p>
          <w:p w14:paraId="3F3AF23D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доля общего объема долговых обязательств по рыночным заимствованиям в объеме доходов консолидированного бюджета Ярославской области без учета безвозмездных поступлений</w:t>
            </w:r>
          </w:p>
        </w:tc>
      </w:tr>
      <w:tr w:rsidR="00E53F45" w:rsidRPr="00FC27B2" w14:paraId="3B48E118" w14:textId="77777777" w:rsidTr="000A23A6">
        <w:tc>
          <w:tcPr>
            <w:tcW w:w="14596" w:type="dxa"/>
            <w:gridSpan w:val="4"/>
          </w:tcPr>
          <w:p w14:paraId="6DAA59EE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4. Комплекс процессных мероприятий «Управление государственным долгом Ярославской области»</w:t>
            </w:r>
          </w:p>
        </w:tc>
      </w:tr>
      <w:tr w:rsidR="00E53F45" w:rsidRPr="00FC27B2" w14:paraId="13053FE2" w14:textId="77777777" w:rsidTr="000A23A6">
        <w:tc>
          <w:tcPr>
            <w:tcW w:w="992" w:type="dxa"/>
          </w:tcPr>
          <w:p w14:paraId="75F02344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1885E7D5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Ответственный за реализацию ‒ МФ ЯО</w:t>
            </w:r>
          </w:p>
        </w:tc>
        <w:tc>
          <w:tcPr>
            <w:tcW w:w="7665" w:type="dxa"/>
            <w:gridSpan w:val="2"/>
          </w:tcPr>
          <w:p w14:paraId="641BA13B" w14:textId="77777777" w:rsidR="00E53F45" w:rsidRPr="00FC27B2" w:rsidRDefault="00E53F45" w:rsidP="00896A6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E53F45" w:rsidRPr="00FC27B2" w14:paraId="0B57D162" w14:textId="77777777" w:rsidTr="000A23A6">
        <w:tc>
          <w:tcPr>
            <w:tcW w:w="992" w:type="dxa"/>
          </w:tcPr>
          <w:p w14:paraId="4B7086B6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36ECC424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4158" w:type="dxa"/>
          </w:tcPr>
          <w:p w14:paraId="342D729E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отсутствие просроченной задолженности по долговым обязательствам Ярославской области, снижение рисков по государственному долгу Ярославской области, минимизация стоимости его обслуживания</w:t>
            </w:r>
          </w:p>
        </w:tc>
        <w:tc>
          <w:tcPr>
            <w:tcW w:w="3507" w:type="dxa"/>
          </w:tcPr>
          <w:p w14:paraId="4E92F38F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отношение дефицита областного бюджета к объему доходов областного бюджета без учета безвозмездных поступлений;</w:t>
            </w:r>
          </w:p>
          <w:p w14:paraId="76969ED2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отношение общего объема долговых обязательств по рыночным заимствованиям Ярославской области и муниципальных образований Ярославской области к объему доходов консолидированного бюджета без учета безвозмездных поступлений</w:t>
            </w:r>
          </w:p>
        </w:tc>
      </w:tr>
      <w:tr w:rsidR="00E53F45" w:rsidRPr="00FC27B2" w14:paraId="30F4E0F0" w14:textId="77777777" w:rsidTr="000A23A6">
        <w:tc>
          <w:tcPr>
            <w:tcW w:w="14596" w:type="dxa"/>
            <w:gridSpan w:val="4"/>
          </w:tcPr>
          <w:p w14:paraId="43085014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 xml:space="preserve">5. Комплекс процессных мероприятий «Выявление уровня финансовой грамотности населения, проживающего на территории </w:t>
            </w:r>
            <w:r w:rsidRPr="00FC27B2">
              <w:rPr>
                <w:rFonts w:cs="Times New Roman"/>
                <w:bCs/>
                <w:sz w:val="24"/>
                <w:szCs w:val="24"/>
              </w:rPr>
              <w:lastRenderedPageBreak/>
              <w:t>Ярославской области, и изучение особенностей его финансового поведения»</w:t>
            </w:r>
          </w:p>
        </w:tc>
      </w:tr>
      <w:tr w:rsidR="00E53F45" w:rsidRPr="00FC27B2" w14:paraId="0874C786" w14:textId="77777777" w:rsidTr="000A23A6">
        <w:tc>
          <w:tcPr>
            <w:tcW w:w="992" w:type="dxa"/>
          </w:tcPr>
          <w:p w14:paraId="3D663094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14626BFE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Ответственный за реализацию ‒ 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7665" w:type="dxa"/>
            <w:gridSpan w:val="2"/>
          </w:tcPr>
          <w:p w14:paraId="1ED5BB07" w14:textId="77777777" w:rsidR="00E53F45" w:rsidRPr="00FC27B2" w:rsidRDefault="00E53F45" w:rsidP="00896A6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E53F45" w:rsidRPr="00FC27B2" w14:paraId="1A619757" w14:textId="77777777" w:rsidTr="000A23A6">
        <w:tc>
          <w:tcPr>
            <w:tcW w:w="992" w:type="dxa"/>
          </w:tcPr>
          <w:p w14:paraId="03171A34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2854EB0C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Организация проведения социологических исследований, направленных на изучение уровня финансовой грамотности населения</w:t>
            </w:r>
          </w:p>
        </w:tc>
        <w:tc>
          <w:tcPr>
            <w:tcW w:w="4158" w:type="dxa"/>
          </w:tcPr>
          <w:p w14:paraId="5CCA0101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 xml:space="preserve">получены сведения об уровне финансовой грамотности населения Ярославской области </w:t>
            </w:r>
          </w:p>
        </w:tc>
        <w:tc>
          <w:tcPr>
            <w:tcW w:w="3507" w:type="dxa"/>
          </w:tcPr>
          <w:p w14:paraId="4C956572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темп роста налоговых и неналоговых доходов областного бюджета</w:t>
            </w:r>
          </w:p>
        </w:tc>
      </w:tr>
      <w:tr w:rsidR="00E53F45" w:rsidRPr="00FC27B2" w14:paraId="328F23EC" w14:textId="77777777" w:rsidTr="000A23A6">
        <w:tc>
          <w:tcPr>
            <w:tcW w:w="14596" w:type="dxa"/>
            <w:gridSpan w:val="4"/>
          </w:tcPr>
          <w:p w14:paraId="2CF79EAD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6. Комплекс процессных мероприятий «Выявление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области»</w:t>
            </w:r>
          </w:p>
        </w:tc>
      </w:tr>
      <w:tr w:rsidR="00E53F45" w:rsidRPr="00FC27B2" w14:paraId="68B02C36" w14:textId="77777777" w:rsidTr="000A23A6">
        <w:tc>
          <w:tcPr>
            <w:tcW w:w="992" w:type="dxa"/>
          </w:tcPr>
          <w:p w14:paraId="3861DCBE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1D5E2DDB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Ответственный за реализацию ‒ МФ ЯО</w:t>
            </w:r>
          </w:p>
        </w:tc>
        <w:tc>
          <w:tcPr>
            <w:tcW w:w="7665" w:type="dxa"/>
            <w:gridSpan w:val="2"/>
          </w:tcPr>
          <w:p w14:paraId="4111F350" w14:textId="77777777" w:rsidR="00E53F45" w:rsidRPr="00FC27B2" w:rsidRDefault="00E53F45" w:rsidP="00896A6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E53F45" w:rsidRPr="00FC27B2" w14:paraId="6ED0014E" w14:textId="77777777" w:rsidTr="000A23A6">
        <w:tc>
          <w:tcPr>
            <w:tcW w:w="992" w:type="dxa"/>
          </w:tcPr>
          <w:p w14:paraId="499CFFE3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2711935D" w14:textId="77777777" w:rsidR="00E53F45" w:rsidRPr="00FC27B2" w:rsidRDefault="00E53F45" w:rsidP="000A23A6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FC27B2">
              <w:rPr>
                <w:rFonts w:cs="Times New Roman"/>
                <w:sz w:val="24"/>
                <w:szCs w:val="24"/>
                <w:lang w:eastAsia="ru-RU"/>
              </w:rPr>
              <w:t>Обеспечение реализации социально значимых проектов, направленных на повышение финансовой грамотности населения Ярославской области</w:t>
            </w:r>
          </w:p>
          <w:p w14:paraId="684F1FD7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158" w:type="dxa"/>
          </w:tcPr>
          <w:p w14:paraId="3E8558C4" w14:textId="77777777" w:rsidR="00E53F45" w:rsidRPr="00FC27B2" w:rsidRDefault="00E53F45" w:rsidP="000A23A6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обеспечена финансовая поддержка организаций, реализующих образовательные мероприятия по повышению финансовой грамотности среди целевых групп населения Ярославской области</w:t>
            </w:r>
          </w:p>
        </w:tc>
        <w:tc>
          <w:tcPr>
            <w:tcW w:w="3507" w:type="dxa"/>
          </w:tcPr>
          <w:p w14:paraId="1CAB32FE" w14:textId="77777777" w:rsidR="00E53F45" w:rsidRPr="00FC27B2" w:rsidRDefault="00E53F45" w:rsidP="000A23A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C27B2">
              <w:rPr>
                <w:rFonts w:cs="Times New Roman"/>
                <w:bCs/>
                <w:sz w:val="24"/>
                <w:szCs w:val="24"/>
              </w:rPr>
              <w:t>темп роста налоговых и неналоговых доходов областного бюджета</w:t>
            </w:r>
          </w:p>
        </w:tc>
      </w:tr>
    </w:tbl>
    <w:p w14:paraId="3CCEEEAB" w14:textId="77777777" w:rsidR="00E53F45" w:rsidRPr="00FC27B2" w:rsidRDefault="00E53F45" w:rsidP="00E53F45">
      <w:pPr>
        <w:widowControl w:val="0"/>
        <w:autoSpaceDE w:val="0"/>
        <w:autoSpaceDN w:val="0"/>
        <w:ind w:firstLine="0"/>
        <w:rPr>
          <w:rFonts w:eastAsiaTheme="minorEastAsia" w:cs="Times New Roman"/>
          <w:szCs w:val="28"/>
          <w:lang w:eastAsia="ru-RU"/>
        </w:rPr>
      </w:pPr>
    </w:p>
    <w:p w14:paraId="69A6EE29" w14:textId="77777777" w:rsidR="00E53F45" w:rsidRPr="00FC27B2" w:rsidRDefault="00E53F45" w:rsidP="00E53F45">
      <w:pPr>
        <w:keepNext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FC27B2">
        <w:rPr>
          <w:rFonts w:cs="Times New Roman"/>
          <w:bCs/>
          <w:szCs w:val="28"/>
        </w:rPr>
        <w:t xml:space="preserve">4. Финансовое обеспечение Государственной программы </w:t>
      </w:r>
    </w:p>
    <w:p w14:paraId="440B8525" w14:textId="77777777" w:rsidR="00E53F45" w:rsidRDefault="00E53F45" w:rsidP="00E53F45">
      <w:pPr>
        <w:keepNext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tbl>
      <w:tblPr>
        <w:tblStyle w:val="100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1418"/>
        <w:gridCol w:w="1417"/>
        <w:gridCol w:w="1276"/>
        <w:gridCol w:w="1276"/>
        <w:gridCol w:w="1275"/>
        <w:gridCol w:w="1276"/>
        <w:gridCol w:w="1276"/>
        <w:gridCol w:w="1276"/>
      </w:tblGrid>
      <w:tr w:rsidR="00211934" w:rsidRPr="00702528" w14:paraId="76D5FFAD" w14:textId="77777777" w:rsidTr="00BB2434"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FA5A6" w14:textId="77777777" w:rsidR="00211934" w:rsidRPr="00702528" w:rsidRDefault="00211934" w:rsidP="00BB243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Наименование Государственной программы, структурного элемента/ источник финансового обеспечения</w:t>
            </w:r>
          </w:p>
        </w:tc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968A" w14:textId="77777777" w:rsidR="00211934" w:rsidRPr="00702528" w:rsidRDefault="00211934" w:rsidP="00BB243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211934" w:rsidRPr="00702528" w14:paraId="20D28FFE" w14:textId="77777777" w:rsidTr="00BB2434"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E7DFF" w14:textId="77777777" w:rsidR="00211934" w:rsidRPr="00702528" w:rsidRDefault="00211934" w:rsidP="00BB2434">
            <w:pPr>
              <w:keepNext/>
              <w:rPr>
                <w:rFonts w:eastAsia="Calibri" w:cs="Times New Roman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453B6" w14:textId="77777777" w:rsidR="00211934" w:rsidRPr="00702528" w:rsidRDefault="00211934" w:rsidP="00BB243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C502C" w14:textId="77777777" w:rsidR="00211934" w:rsidRPr="00702528" w:rsidRDefault="00211934" w:rsidP="00BB243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86C6" w14:textId="77777777" w:rsidR="00211934" w:rsidRPr="00702528" w:rsidRDefault="00211934" w:rsidP="00BB243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04CB" w14:textId="77777777" w:rsidR="00211934" w:rsidRPr="00702528" w:rsidRDefault="00211934" w:rsidP="00BB243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2027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38F53" w14:textId="77777777" w:rsidR="00211934" w:rsidRPr="00702528" w:rsidRDefault="00211934" w:rsidP="00BB243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2028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E4A1A" w14:textId="77777777" w:rsidR="00211934" w:rsidRPr="00702528" w:rsidRDefault="00211934" w:rsidP="00BB243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2029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DB74F" w14:textId="77777777" w:rsidR="00211934" w:rsidRPr="00702528" w:rsidRDefault="00211934" w:rsidP="00BB243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2030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E593F" w14:textId="77777777" w:rsidR="00211934" w:rsidRPr="00702528" w:rsidRDefault="00211934" w:rsidP="00BB243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всего</w:t>
            </w:r>
          </w:p>
        </w:tc>
      </w:tr>
    </w:tbl>
    <w:p w14:paraId="48EACF66" w14:textId="77777777" w:rsidR="00211934" w:rsidRPr="00702528" w:rsidRDefault="00211934" w:rsidP="00211934">
      <w:pPr>
        <w:keepNext/>
        <w:rPr>
          <w:rFonts w:eastAsia="Calibri" w:cs="Times New Roman"/>
          <w:sz w:val="2"/>
          <w:szCs w:val="2"/>
        </w:rPr>
      </w:pPr>
    </w:p>
    <w:tbl>
      <w:tblPr>
        <w:tblStyle w:val="100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1418"/>
        <w:gridCol w:w="1417"/>
        <w:gridCol w:w="1276"/>
        <w:gridCol w:w="1276"/>
        <w:gridCol w:w="1275"/>
        <w:gridCol w:w="1276"/>
        <w:gridCol w:w="1276"/>
        <w:gridCol w:w="1276"/>
      </w:tblGrid>
      <w:tr w:rsidR="00211934" w:rsidRPr="00702528" w14:paraId="225FAF4E" w14:textId="77777777" w:rsidTr="00BB2434">
        <w:trPr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A3D4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B0B2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4461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FB0E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1C4E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BC78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2327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8E06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A4395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9</w:t>
            </w:r>
          </w:p>
        </w:tc>
      </w:tr>
      <w:tr w:rsidR="00211934" w:rsidRPr="00702528" w14:paraId="6FB0A3DA" w14:textId="77777777" w:rsidTr="00BB243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506B2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 xml:space="preserve">Государственная программа Ярославской области «Создание условий для эффективного управления региональными и муниципальными финансами в Ярославской области» </w:t>
            </w:r>
          </w:p>
          <w:p w14:paraId="466EBFD1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lastRenderedPageBreak/>
              <w:t>на 2024 – 2030 годы – всего</w:t>
            </w:r>
          </w:p>
          <w:p w14:paraId="21C19702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F8A7" w14:textId="77777777" w:rsidR="00211934" w:rsidRPr="00702528" w:rsidRDefault="00211934" w:rsidP="00BB2434">
            <w:pPr>
              <w:spacing w:line="288" w:lineRule="atLeast"/>
              <w:ind w:firstLine="0"/>
              <w:jc w:val="center"/>
              <w:rPr>
                <w:rFonts w:cs="Times New Roman"/>
                <w:bCs/>
                <w:strike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lastRenderedPageBreak/>
              <w:t>7704601,8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D8BC" w14:textId="77777777" w:rsidR="00211934" w:rsidRPr="00702528" w:rsidRDefault="00211934" w:rsidP="00BB2434">
            <w:pPr>
              <w:spacing w:line="288" w:lineRule="atLeast"/>
              <w:ind w:firstLine="0"/>
              <w:jc w:val="center"/>
              <w:rPr>
                <w:rFonts w:cs="Times New Roman"/>
                <w:strike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9251533,5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9BBB" w14:textId="77777777" w:rsidR="00211934" w:rsidRPr="00702528" w:rsidRDefault="00211934" w:rsidP="00BB2434">
            <w:pPr>
              <w:spacing w:line="288" w:lineRule="atLeast"/>
              <w:ind w:firstLine="0"/>
              <w:jc w:val="center"/>
              <w:rPr>
                <w:rFonts w:cs="Times New Roman"/>
                <w:strike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5523100,5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74375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3596300,5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38FFC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3096300,5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77E07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3096300,5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AB752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3096300,5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7AA64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left="-57" w:right="-57" w:firstLine="0"/>
              <w:jc w:val="center"/>
              <w:outlineLvl w:val="1"/>
              <w:rPr>
                <w:rFonts w:cs="Times New Roman"/>
                <w:bCs/>
                <w:strike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35364437,8</w:t>
            </w:r>
          </w:p>
        </w:tc>
      </w:tr>
      <w:tr w:rsidR="00211934" w:rsidRPr="00702528" w14:paraId="3C36F1A6" w14:textId="77777777" w:rsidTr="00BB243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AE71E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4CBA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trike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7704435,1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6BCF" w14:textId="77777777" w:rsidR="00211934" w:rsidRPr="00702528" w:rsidRDefault="00211934" w:rsidP="00BB2434">
            <w:pPr>
              <w:spacing w:line="288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9251366,8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E84C" w14:textId="77777777" w:rsidR="00211934" w:rsidRPr="00702528" w:rsidRDefault="00211934" w:rsidP="00BB2434">
            <w:pPr>
              <w:spacing w:line="288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5522933,8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8E70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trike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3596133,8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4EEE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trike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3096133,8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DE32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trike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3096133,8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06EC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trike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3096133,8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54EA5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left="-57" w:right="-57" w:firstLine="0"/>
              <w:jc w:val="center"/>
              <w:outlineLvl w:val="1"/>
              <w:rPr>
                <w:rFonts w:cs="Times New Roman"/>
                <w:bCs/>
                <w:strike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35363270,9</w:t>
            </w:r>
          </w:p>
        </w:tc>
      </w:tr>
      <w:tr w:rsidR="00211934" w:rsidRPr="00702528" w14:paraId="6D121288" w14:textId="77777777" w:rsidTr="00BB243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41C0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316D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166,7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F1CC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F8B8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B456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2D11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DF9B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3606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E2945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1166,9</w:t>
            </w:r>
          </w:p>
        </w:tc>
      </w:tr>
      <w:tr w:rsidR="00211934" w:rsidRPr="00702528" w14:paraId="741A2F87" w14:textId="77777777" w:rsidTr="00BB243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DCC5" w14:textId="77777777" w:rsidR="00211934" w:rsidRPr="00702528" w:rsidRDefault="00211934" w:rsidP="00BB2434">
            <w:pPr>
              <w:spacing w:line="180" w:lineRule="atLeast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rFonts w:cs="Times New Roman"/>
                <w:sz w:val="24"/>
                <w:szCs w:val="24"/>
                <w:lang w:eastAsia="ru-RU"/>
              </w:rPr>
              <w:t>Ведомственный проект «Повышение финансовой грамотности в Ярославской области» – всего</w:t>
            </w:r>
          </w:p>
          <w:p w14:paraId="50EB6B06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AFE0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1764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2A46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9C31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D8B3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F6C9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59DC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6196D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172,3</w:t>
            </w:r>
          </w:p>
        </w:tc>
      </w:tr>
      <w:tr w:rsidR="00211934" w:rsidRPr="00702528" w14:paraId="7FB1C0E7" w14:textId="77777777" w:rsidTr="00BB243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5271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областные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9163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8916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F039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B5BE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F763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881A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1FF1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D39DD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172,3</w:t>
            </w:r>
          </w:p>
        </w:tc>
      </w:tr>
      <w:tr w:rsidR="00211934" w:rsidRPr="00702528" w14:paraId="38FD3A38" w14:textId="77777777" w:rsidTr="00BB243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2543A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Комплекс процессных мероприятий «Обеспечение бюджетного процесса и формирования бюджетной отчетности в Ярославской области» – всего</w:t>
            </w:r>
          </w:p>
          <w:p w14:paraId="48A62E14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9C85" w14:textId="77777777" w:rsidR="00211934" w:rsidRPr="00702528" w:rsidRDefault="00211934" w:rsidP="00BB2434">
            <w:pPr>
              <w:spacing w:line="288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153895,1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5954" w14:textId="77777777" w:rsidR="00211934" w:rsidRPr="00702528" w:rsidRDefault="00211934" w:rsidP="00BB2434">
            <w:pPr>
              <w:spacing w:line="288" w:lineRule="atLeast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154944,1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E281" w14:textId="77777777" w:rsidR="00211934" w:rsidRPr="00702528" w:rsidRDefault="00211934" w:rsidP="00BB2434">
            <w:pPr>
              <w:spacing w:line="288" w:lineRule="atLeast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154250,1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336D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154250,1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97CC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154250,1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0D42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154250,1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4D88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154250,1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528DB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1080089,4</w:t>
            </w:r>
          </w:p>
        </w:tc>
      </w:tr>
      <w:tr w:rsidR="00211934" w:rsidRPr="00702528" w14:paraId="7217D53B" w14:textId="77777777" w:rsidTr="00BB243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F35F5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областные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DA03" w14:textId="77777777" w:rsidR="00211934" w:rsidRPr="00702528" w:rsidRDefault="00211934" w:rsidP="00BB2434">
            <w:pPr>
              <w:spacing w:line="288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153895,1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6F0C" w14:textId="77777777" w:rsidR="00211934" w:rsidRPr="00702528" w:rsidRDefault="00211934" w:rsidP="00BB2434">
            <w:pPr>
              <w:spacing w:line="288" w:lineRule="atLeast"/>
              <w:ind w:firstLine="0"/>
              <w:jc w:val="center"/>
              <w:rPr>
                <w:rFonts w:cs="Times New Roman"/>
                <w:bCs/>
                <w:strike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154944,1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DD8E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154250,1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3AEC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154250,1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3B43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154250,1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56C6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154250,1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D72D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154250,1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8ACBF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1080089,4</w:t>
            </w:r>
          </w:p>
        </w:tc>
      </w:tr>
      <w:tr w:rsidR="00211934" w:rsidRPr="00702528" w14:paraId="216F5CD0" w14:textId="77777777" w:rsidTr="00BB243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C1AF8" w14:textId="77777777" w:rsidR="00211934" w:rsidRPr="00702528" w:rsidRDefault="00211934" w:rsidP="00BB2434">
            <w:pPr>
              <w:spacing w:line="180" w:lineRule="atLeast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rFonts w:cs="Times New Roman"/>
                <w:sz w:val="24"/>
                <w:szCs w:val="24"/>
                <w:lang w:eastAsia="ru-RU"/>
              </w:rPr>
              <w:t xml:space="preserve">Комплекс процессных мероприятий «Выравнивание уровня бюджетной обеспеченности муниципальных образований Ярославской области и обеспечение сбалансированности местных бюджетов» – всего </w:t>
            </w:r>
          </w:p>
          <w:p w14:paraId="43834A2D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6F06" w14:textId="77777777" w:rsidR="00211934" w:rsidRPr="00702528" w:rsidRDefault="00211934" w:rsidP="00BB2434">
            <w:pPr>
              <w:spacing w:line="288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6431867,0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0860" w14:textId="77777777" w:rsidR="00211934" w:rsidRPr="00702528" w:rsidRDefault="00211934" w:rsidP="00BB2434">
            <w:pPr>
              <w:spacing w:line="288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6230097,0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4ADA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2946591,0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7054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1019871,0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05E8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519871,0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6263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519871,0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1FEA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519871,0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5DCD" w14:textId="77777777" w:rsidR="00211934" w:rsidRPr="00702528" w:rsidRDefault="00211934" w:rsidP="00BB2434">
            <w:pPr>
              <w:spacing w:line="180" w:lineRule="atLeast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18188039,0</w:t>
            </w:r>
          </w:p>
        </w:tc>
      </w:tr>
      <w:tr w:rsidR="00211934" w:rsidRPr="00702528" w14:paraId="3E7FA2C6" w14:textId="77777777" w:rsidTr="00BB243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85B26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областные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9481" w14:textId="77777777" w:rsidR="00211934" w:rsidRPr="00702528" w:rsidRDefault="00211934" w:rsidP="00BB2434">
            <w:pPr>
              <w:spacing w:line="288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6431867,0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C838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6230097,0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DE64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2946591,0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7833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1019871,0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F626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519871,0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DD6E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519871,0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A5B2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519871,0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6440" w14:textId="77777777" w:rsidR="00211934" w:rsidRPr="00702528" w:rsidRDefault="00211934" w:rsidP="00BB2434">
            <w:pPr>
              <w:spacing w:line="180" w:lineRule="atLeast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18188039,0</w:t>
            </w:r>
          </w:p>
        </w:tc>
      </w:tr>
      <w:tr w:rsidR="00211934" w:rsidRPr="00702528" w14:paraId="396A2F46" w14:textId="77777777" w:rsidTr="00BB243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45042" w14:textId="77777777" w:rsidR="00211934" w:rsidRPr="00702528" w:rsidRDefault="00211934" w:rsidP="00BB2434">
            <w:pPr>
              <w:spacing w:line="180" w:lineRule="atLeast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rFonts w:cs="Times New Roman"/>
                <w:sz w:val="24"/>
                <w:szCs w:val="24"/>
                <w:lang w:eastAsia="ru-RU"/>
              </w:rPr>
              <w:t>Комплекс процессных мероприятий «Управление государственным долгом Ярославской области» – всего</w:t>
            </w:r>
          </w:p>
          <w:p w14:paraId="71D7D502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9030" w14:textId="77777777" w:rsidR="00211934" w:rsidRPr="00702528" w:rsidRDefault="00211934" w:rsidP="00BB2434">
            <w:pPr>
              <w:spacing w:line="288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1117050,7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28A1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2864555,8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5BE4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2420322,8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122F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2420242,8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9354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2420242,8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D9E7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2420242,8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4B55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2420242,8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E29B" w14:textId="77777777" w:rsidR="00211934" w:rsidRPr="00702528" w:rsidRDefault="00211934" w:rsidP="00BB2434">
            <w:pPr>
              <w:spacing w:line="180" w:lineRule="atLeast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16082900,3</w:t>
            </w:r>
          </w:p>
        </w:tc>
      </w:tr>
      <w:tr w:rsidR="00211934" w:rsidRPr="00702528" w14:paraId="4151EE77" w14:textId="77777777" w:rsidTr="00BB243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4578A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областные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0B11" w14:textId="77777777" w:rsidR="00211934" w:rsidRPr="00702528" w:rsidRDefault="00211934" w:rsidP="00BB2434">
            <w:pPr>
              <w:spacing w:line="288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1117050,7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8562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2864555,8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E456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2420322,8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61BA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2420242,8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F608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2420242,8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8C76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2420242,8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78F0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2420242,8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6282" w14:textId="77777777" w:rsidR="00211934" w:rsidRPr="00702528" w:rsidRDefault="00211934" w:rsidP="00BB2434">
            <w:pPr>
              <w:spacing w:line="180" w:lineRule="atLeast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16082900,3</w:t>
            </w:r>
          </w:p>
        </w:tc>
      </w:tr>
      <w:tr w:rsidR="00211934" w:rsidRPr="00702528" w14:paraId="01307197" w14:textId="77777777" w:rsidTr="00BB243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31E1" w14:textId="77777777" w:rsidR="00211934" w:rsidRPr="00702528" w:rsidRDefault="00211934" w:rsidP="00BB2434">
            <w:pPr>
              <w:spacing w:line="180" w:lineRule="atLeast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lastRenderedPageBreak/>
              <w:t xml:space="preserve">Комплекс процессных мероприятий «Выявление уровня финансовой грамотности населения, проживающего на территории Ярославской области, и изучение особенностей его финансового поведения» </w:t>
            </w:r>
            <w:r w:rsidRPr="00702528">
              <w:rPr>
                <w:rFonts w:cs="Times New Roman"/>
                <w:sz w:val="24"/>
                <w:szCs w:val="24"/>
                <w:lang w:eastAsia="ru-RU"/>
              </w:rPr>
              <w:t>– всего</w:t>
            </w:r>
          </w:p>
          <w:p w14:paraId="5D247F18" w14:textId="77777777" w:rsidR="00211934" w:rsidRPr="00702528" w:rsidRDefault="00211934" w:rsidP="00BB2434">
            <w:pPr>
              <w:spacing w:line="180" w:lineRule="atLeast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AD62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777F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1661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7FE0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270,0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78EF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4A61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5842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C0D5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1870,0</w:t>
            </w:r>
          </w:p>
        </w:tc>
      </w:tr>
      <w:tr w:rsidR="00211934" w:rsidRPr="00702528" w14:paraId="470F586E" w14:textId="77777777" w:rsidTr="00BB243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68E6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областные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1E7E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8C08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FAF4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39A2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270,0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D146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209B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9A4D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3419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1870,0</w:t>
            </w:r>
          </w:p>
        </w:tc>
      </w:tr>
      <w:tr w:rsidR="00211934" w:rsidRPr="00702528" w14:paraId="6473E0BF" w14:textId="77777777" w:rsidTr="00BB2434">
        <w:tc>
          <w:tcPr>
            <w:tcW w:w="4111" w:type="dxa"/>
          </w:tcPr>
          <w:p w14:paraId="32C05A64" w14:textId="77777777" w:rsidR="00211934" w:rsidRPr="00702528" w:rsidRDefault="00211934" w:rsidP="00BB2434">
            <w:pPr>
              <w:spacing w:line="180" w:lineRule="atLeast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 xml:space="preserve">Комплекс процессных мероприятий «Выявление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области» </w:t>
            </w:r>
            <w:r w:rsidRPr="00702528">
              <w:rPr>
                <w:rFonts w:cs="Times New Roman"/>
                <w:sz w:val="24"/>
                <w:szCs w:val="24"/>
                <w:lang w:eastAsia="ru-RU"/>
              </w:rPr>
              <w:t>– всего</w:t>
            </w:r>
          </w:p>
          <w:p w14:paraId="18586D6C" w14:textId="77777777" w:rsidR="00211934" w:rsidRPr="00702528" w:rsidRDefault="00211934" w:rsidP="00BB2434">
            <w:pPr>
              <w:spacing w:line="180" w:lineRule="atLeast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14:paraId="136A7977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1366,7</w:t>
            </w:r>
          </w:p>
        </w:tc>
        <w:tc>
          <w:tcPr>
            <w:tcW w:w="1417" w:type="dxa"/>
          </w:tcPr>
          <w:p w14:paraId="76C28AAA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1666,7</w:t>
            </w:r>
          </w:p>
        </w:tc>
        <w:tc>
          <w:tcPr>
            <w:tcW w:w="1276" w:type="dxa"/>
          </w:tcPr>
          <w:p w14:paraId="204EA40E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1666,7</w:t>
            </w:r>
          </w:p>
        </w:tc>
        <w:tc>
          <w:tcPr>
            <w:tcW w:w="1276" w:type="dxa"/>
          </w:tcPr>
          <w:p w14:paraId="03F87027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1666,7</w:t>
            </w:r>
          </w:p>
        </w:tc>
        <w:tc>
          <w:tcPr>
            <w:tcW w:w="1275" w:type="dxa"/>
          </w:tcPr>
          <w:p w14:paraId="6CF32B15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1666,7</w:t>
            </w:r>
          </w:p>
        </w:tc>
        <w:tc>
          <w:tcPr>
            <w:tcW w:w="1276" w:type="dxa"/>
          </w:tcPr>
          <w:p w14:paraId="47C8B732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1666,7</w:t>
            </w:r>
          </w:p>
        </w:tc>
        <w:tc>
          <w:tcPr>
            <w:tcW w:w="1276" w:type="dxa"/>
          </w:tcPr>
          <w:p w14:paraId="7A28C8A9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1666,7</w:t>
            </w:r>
          </w:p>
        </w:tc>
        <w:tc>
          <w:tcPr>
            <w:tcW w:w="1276" w:type="dxa"/>
          </w:tcPr>
          <w:p w14:paraId="09A6F0E3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11366,9</w:t>
            </w:r>
          </w:p>
        </w:tc>
      </w:tr>
      <w:tr w:rsidR="00211934" w:rsidRPr="00702528" w14:paraId="602DCF18" w14:textId="77777777" w:rsidTr="00BB2434">
        <w:tc>
          <w:tcPr>
            <w:tcW w:w="4111" w:type="dxa"/>
          </w:tcPr>
          <w:p w14:paraId="4C81E6A3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</w:tcPr>
          <w:p w14:paraId="2E79E098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1200,0</w:t>
            </w:r>
          </w:p>
        </w:tc>
        <w:tc>
          <w:tcPr>
            <w:tcW w:w="1417" w:type="dxa"/>
          </w:tcPr>
          <w:p w14:paraId="14A9F7D8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1500,0</w:t>
            </w:r>
          </w:p>
        </w:tc>
        <w:tc>
          <w:tcPr>
            <w:tcW w:w="1276" w:type="dxa"/>
          </w:tcPr>
          <w:p w14:paraId="5795DE07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1500,0</w:t>
            </w:r>
          </w:p>
        </w:tc>
        <w:tc>
          <w:tcPr>
            <w:tcW w:w="1276" w:type="dxa"/>
          </w:tcPr>
          <w:p w14:paraId="2B73941A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1500,0</w:t>
            </w:r>
          </w:p>
        </w:tc>
        <w:tc>
          <w:tcPr>
            <w:tcW w:w="1275" w:type="dxa"/>
          </w:tcPr>
          <w:p w14:paraId="0C056FF5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1500,0</w:t>
            </w:r>
          </w:p>
        </w:tc>
        <w:tc>
          <w:tcPr>
            <w:tcW w:w="1276" w:type="dxa"/>
          </w:tcPr>
          <w:p w14:paraId="47A4BA8F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1500,0</w:t>
            </w:r>
          </w:p>
        </w:tc>
        <w:tc>
          <w:tcPr>
            <w:tcW w:w="1276" w:type="dxa"/>
          </w:tcPr>
          <w:p w14:paraId="1595CE67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1500,0</w:t>
            </w:r>
          </w:p>
        </w:tc>
        <w:tc>
          <w:tcPr>
            <w:tcW w:w="1276" w:type="dxa"/>
          </w:tcPr>
          <w:p w14:paraId="2F1BFFB7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10200,0</w:t>
            </w:r>
          </w:p>
        </w:tc>
      </w:tr>
      <w:tr w:rsidR="00211934" w:rsidRPr="00702528" w14:paraId="726D2351" w14:textId="77777777" w:rsidTr="00BB2434">
        <w:tc>
          <w:tcPr>
            <w:tcW w:w="4111" w:type="dxa"/>
          </w:tcPr>
          <w:p w14:paraId="586EADB9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rFonts w:cs="Times New Roman"/>
                <w:bCs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418" w:type="dxa"/>
          </w:tcPr>
          <w:p w14:paraId="290B8287" w14:textId="77777777" w:rsidR="00211934" w:rsidRPr="00702528" w:rsidRDefault="00211934" w:rsidP="00BB243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02528">
              <w:rPr>
                <w:sz w:val="24"/>
                <w:szCs w:val="24"/>
              </w:rPr>
              <w:t>166,7</w:t>
            </w:r>
          </w:p>
        </w:tc>
        <w:tc>
          <w:tcPr>
            <w:tcW w:w="1417" w:type="dxa"/>
          </w:tcPr>
          <w:p w14:paraId="399B333C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166,7</w:t>
            </w:r>
          </w:p>
        </w:tc>
        <w:tc>
          <w:tcPr>
            <w:tcW w:w="1276" w:type="dxa"/>
          </w:tcPr>
          <w:p w14:paraId="1209557F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166,7</w:t>
            </w:r>
          </w:p>
        </w:tc>
        <w:tc>
          <w:tcPr>
            <w:tcW w:w="1276" w:type="dxa"/>
          </w:tcPr>
          <w:p w14:paraId="0B21B4AB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166,7</w:t>
            </w:r>
          </w:p>
        </w:tc>
        <w:tc>
          <w:tcPr>
            <w:tcW w:w="1275" w:type="dxa"/>
          </w:tcPr>
          <w:p w14:paraId="271CBB32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166,7</w:t>
            </w:r>
          </w:p>
        </w:tc>
        <w:tc>
          <w:tcPr>
            <w:tcW w:w="1276" w:type="dxa"/>
          </w:tcPr>
          <w:p w14:paraId="1446340D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166,7</w:t>
            </w:r>
          </w:p>
        </w:tc>
        <w:tc>
          <w:tcPr>
            <w:tcW w:w="1276" w:type="dxa"/>
          </w:tcPr>
          <w:p w14:paraId="644783C1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166,7</w:t>
            </w:r>
          </w:p>
        </w:tc>
        <w:tc>
          <w:tcPr>
            <w:tcW w:w="1276" w:type="dxa"/>
          </w:tcPr>
          <w:p w14:paraId="26966353" w14:textId="77777777" w:rsidR="00211934" w:rsidRPr="00702528" w:rsidRDefault="00211934" w:rsidP="00BB2434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02528">
              <w:rPr>
                <w:sz w:val="24"/>
                <w:szCs w:val="24"/>
              </w:rPr>
              <w:t>1166,9</w:t>
            </w:r>
          </w:p>
        </w:tc>
      </w:tr>
    </w:tbl>
    <w:p w14:paraId="6773326C" w14:textId="77777777" w:rsidR="00211934" w:rsidRPr="00FC27B2" w:rsidRDefault="00211934" w:rsidP="00896A6D">
      <w:pPr>
        <w:keepNext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sectPr w:rsidR="00211934" w:rsidRPr="00FC27B2" w:rsidSect="00DD4416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 w:code="9"/>
      <w:pgMar w:top="1985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F7966" w14:textId="77777777" w:rsidR="00AB213D" w:rsidRDefault="00AB213D" w:rsidP="00CF5840">
      <w:r>
        <w:separator/>
      </w:r>
    </w:p>
  </w:endnote>
  <w:endnote w:type="continuationSeparator" w:id="0">
    <w:p w14:paraId="3D31728A" w14:textId="77777777" w:rsidR="00AB213D" w:rsidRDefault="00AB213D" w:rsidP="00CF5840">
      <w:r>
        <w:continuationSeparator/>
      </w:r>
    </w:p>
  </w:endnote>
  <w:endnote w:type="continuationNotice" w:id="1">
    <w:p w14:paraId="0B698F01" w14:textId="77777777" w:rsidR="00AB213D" w:rsidRDefault="00AB21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712"/>
      <w:gridCol w:w="4858"/>
    </w:tblGrid>
    <w:tr w:rsidR="00BB2434" w14:paraId="74F76C37" w14:textId="77777777" w:rsidTr="00157901">
      <w:tc>
        <w:tcPr>
          <w:tcW w:w="3333" w:type="pct"/>
          <w:shd w:val="clear" w:color="auto" w:fill="auto"/>
        </w:tcPr>
        <w:p w14:paraId="1A258D08" w14:textId="7EB84E74" w:rsidR="00BB2434" w:rsidRPr="00157901" w:rsidRDefault="00BB2434" w:rsidP="00157901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2DA02D52" w14:textId="4FA16BFB" w:rsidR="00BB2434" w:rsidRPr="00157901" w:rsidRDefault="00BB2434" w:rsidP="00157901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6273B06D" w14:textId="77777777" w:rsidR="00BB2434" w:rsidRPr="00157901" w:rsidRDefault="00BB2434" w:rsidP="0015790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712"/>
      <w:gridCol w:w="4858"/>
    </w:tblGrid>
    <w:tr w:rsidR="00BB2434" w14:paraId="2D556F20" w14:textId="77777777" w:rsidTr="00157901">
      <w:tc>
        <w:tcPr>
          <w:tcW w:w="3333" w:type="pct"/>
          <w:shd w:val="clear" w:color="auto" w:fill="auto"/>
        </w:tcPr>
        <w:p w14:paraId="2B4496D7" w14:textId="57292F81" w:rsidR="00BB2434" w:rsidRPr="00157901" w:rsidRDefault="00BB2434" w:rsidP="00157901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015B799F" w14:textId="2930FB66" w:rsidR="00BB2434" w:rsidRPr="00157901" w:rsidRDefault="00BB2434" w:rsidP="00157901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25A3A06F" w14:textId="77777777" w:rsidR="00BB2434" w:rsidRPr="00157901" w:rsidRDefault="00BB2434" w:rsidP="0015790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C4C85" w14:textId="77777777" w:rsidR="00AB213D" w:rsidRDefault="00AB213D" w:rsidP="00CF5840">
      <w:r>
        <w:separator/>
      </w:r>
    </w:p>
  </w:footnote>
  <w:footnote w:type="continuationSeparator" w:id="0">
    <w:p w14:paraId="4FF62DB8" w14:textId="77777777" w:rsidR="00AB213D" w:rsidRDefault="00AB213D" w:rsidP="00CF5840">
      <w:r>
        <w:continuationSeparator/>
      </w:r>
    </w:p>
  </w:footnote>
  <w:footnote w:type="continuationNotice" w:id="1">
    <w:p w14:paraId="168E17A6" w14:textId="77777777" w:rsidR="00AB213D" w:rsidRDefault="00AB21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699243"/>
      <w:docPartObj>
        <w:docPartGallery w:val="Page Numbers (Top of Page)"/>
        <w:docPartUnique/>
      </w:docPartObj>
    </w:sdtPr>
    <w:sdtEndPr/>
    <w:sdtContent>
      <w:p w14:paraId="10F56371" w14:textId="7687795B" w:rsidR="00DD4416" w:rsidRDefault="00DD441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FEF">
          <w:rPr>
            <w:noProof/>
          </w:rPr>
          <w:t>17</w:t>
        </w:r>
        <w:r>
          <w:fldChar w:fldCharType="end"/>
        </w:r>
      </w:p>
    </w:sdtContent>
  </w:sdt>
  <w:p w14:paraId="3403B103" w14:textId="77777777" w:rsidR="00DD4416" w:rsidRDefault="00DD441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62B95" w14:textId="53D83C5D" w:rsidR="00BB2434" w:rsidRDefault="00BB2434" w:rsidP="00FB08E0">
    <w:pPr>
      <w:pStyle w:val="a4"/>
      <w:ind w:firstLine="0"/>
      <w:jc w:val="center"/>
    </w:pPr>
  </w:p>
  <w:p w14:paraId="15691B06" w14:textId="77777777" w:rsidR="00BB2434" w:rsidRDefault="00BB243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430"/>
    <w:rsid w:val="0000609F"/>
    <w:rsid w:val="0000677B"/>
    <w:rsid w:val="00007DCA"/>
    <w:rsid w:val="0001107F"/>
    <w:rsid w:val="00021BFB"/>
    <w:rsid w:val="00023427"/>
    <w:rsid w:val="00043F02"/>
    <w:rsid w:val="00056F27"/>
    <w:rsid w:val="00062B60"/>
    <w:rsid w:val="00083E6D"/>
    <w:rsid w:val="000A23A6"/>
    <w:rsid w:val="000B09C8"/>
    <w:rsid w:val="000C1709"/>
    <w:rsid w:val="000C7F5A"/>
    <w:rsid w:val="000E3F97"/>
    <w:rsid w:val="000E45C6"/>
    <w:rsid w:val="0012733C"/>
    <w:rsid w:val="0013169D"/>
    <w:rsid w:val="001347C5"/>
    <w:rsid w:val="001500C3"/>
    <w:rsid w:val="00156AC1"/>
    <w:rsid w:val="00157901"/>
    <w:rsid w:val="001707B3"/>
    <w:rsid w:val="00173229"/>
    <w:rsid w:val="001756AD"/>
    <w:rsid w:val="001813E5"/>
    <w:rsid w:val="0019349E"/>
    <w:rsid w:val="001B6AAD"/>
    <w:rsid w:val="001C3F8A"/>
    <w:rsid w:val="001C78DA"/>
    <w:rsid w:val="001D5A20"/>
    <w:rsid w:val="001E314B"/>
    <w:rsid w:val="001E4545"/>
    <w:rsid w:val="001F04AE"/>
    <w:rsid w:val="001F30E9"/>
    <w:rsid w:val="001F3512"/>
    <w:rsid w:val="001F414D"/>
    <w:rsid w:val="00204AB9"/>
    <w:rsid w:val="00205C5B"/>
    <w:rsid w:val="0021036A"/>
    <w:rsid w:val="00211934"/>
    <w:rsid w:val="00221E39"/>
    <w:rsid w:val="00225110"/>
    <w:rsid w:val="002261FB"/>
    <w:rsid w:val="002275BA"/>
    <w:rsid w:val="002306C4"/>
    <w:rsid w:val="00245B16"/>
    <w:rsid w:val="00251DCB"/>
    <w:rsid w:val="00260038"/>
    <w:rsid w:val="002766E1"/>
    <w:rsid w:val="002779F7"/>
    <w:rsid w:val="002969A9"/>
    <w:rsid w:val="002B1704"/>
    <w:rsid w:val="002C1240"/>
    <w:rsid w:val="002C5A81"/>
    <w:rsid w:val="002D4AB4"/>
    <w:rsid w:val="002F238E"/>
    <w:rsid w:val="002F30DD"/>
    <w:rsid w:val="002F6DDE"/>
    <w:rsid w:val="002F75E4"/>
    <w:rsid w:val="003069C6"/>
    <w:rsid w:val="00316097"/>
    <w:rsid w:val="003246AA"/>
    <w:rsid w:val="00331283"/>
    <w:rsid w:val="00347AD7"/>
    <w:rsid w:val="003648C7"/>
    <w:rsid w:val="003656CE"/>
    <w:rsid w:val="003733F6"/>
    <w:rsid w:val="00381164"/>
    <w:rsid w:val="003A2DCC"/>
    <w:rsid w:val="003B6A01"/>
    <w:rsid w:val="003B7DA1"/>
    <w:rsid w:val="003C1FBA"/>
    <w:rsid w:val="003C223B"/>
    <w:rsid w:val="003D1E8D"/>
    <w:rsid w:val="003D4880"/>
    <w:rsid w:val="003E33CC"/>
    <w:rsid w:val="003F43C8"/>
    <w:rsid w:val="003F65E2"/>
    <w:rsid w:val="0040656C"/>
    <w:rsid w:val="0042780A"/>
    <w:rsid w:val="00430DDC"/>
    <w:rsid w:val="004549B2"/>
    <w:rsid w:val="00470773"/>
    <w:rsid w:val="0047728C"/>
    <w:rsid w:val="00481BA8"/>
    <w:rsid w:val="004845DC"/>
    <w:rsid w:val="00487DAB"/>
    <w:rsid w:val="00497DB9"/>
    <w:rsid w:val="004A752D"/>
    <w:rsid w:val="004B6211"/>
    <w:rsid w:val="004B7437"/>
    <w:rsid w:val="004C156A"/>
    <w:rsid w:val="004C6FEF"/>
    <w:rsid w:val="004D7E7B"/>
    <w:rsid w:val="004E01B0"/>
    <w:rsid w:val="004F0106"/>
    <w:rsid w:val="004F5B67"/>
    <w:rsid w:val="00506C83"/>
    <w:rsid w:val="00506FB6"/>
    <w:rsid w:val="005077B2"/>
    <w:rsid w:val="00511DC2"/>
    <w:rsid w:val="0051227B"/>
    <w:rsid w:val="005179D4"/>
    <w:rsid w:val="00547508"/>
    <w:rsid w:val="0055179E"/>
    <w:rsid w:val="00554047"/>
    <w:rsid w:val="00570FBB"/>
    <w:rsid w:val="0057505A"/>
    <w:rsid w:val="00584EBA"/>
    <w:rsid w:val="005862FB"/>
    <w:rsid w:val="00592558"/>
    <w:rsid w:val="005936AA"/>
    <w:rsid w:val="00594B37"/>
    <w:rsid w:val="00595518"/>
    <w:rsid w:val="0059760A"/>
    <w:rsid w:val="005A05A3"/>
    <w:rsid w:val="005B5BD5"/>
    <w:rsid w:val="005D0148"/>
    <w:rsid w:val="005D0750"/>
    <w:rsid w:val="005D4AE9"/>
    <w:rsid w:val="005D70F9"/>
    <w:rsid w:val="005F2543"/>
    <w:rsid w:val="00604698"/>
    <w:rsid w:val="006072E1"/>
    <w:rsid w:val="006128BB"/>
    <w:rsid w:val="006157BF"/>
    <w:rsid w:val="00615BAD"/>
    <w:rsid w:val="00620C27"/>
    <w:rsid w:val="00631ABE"/>
    <w:rsid w:val="006751C5"/>
    <w:rsid w:val="00681496"/>
    <w:rsid w:val="006901C3"/>
    <w:rsid w:val="00692269"/>
    <w:rsid w:val="006924D8"/>
    <w:rsid w:val="006A05DE"/>
    <w:rsid w:val="006B61FF"/>
    <w:rsid w:val="006C4238"/>
    <w:rsid w:val="006E69FF"/>
    <w:rsid w:val="00716047"/>
    <w:rsid w:val="00721775"/>
    <w:rsid w:val="0073044C"/>
    <w:rsid w:val="00730833"/>
    <w:rsid w:val="00732E32"/>
    <w:rsid w:val="007341B3"/>
    <w:rsid w:val="00737E26"/>
    <w:rsid w:val="00741682"/>
    <w:rsid w:val="0074660E"/>
    <w:rsid w:val="0075264F"/>
    <w:rsid w:val="007550AC"/>
    <w:rsid w:val="007668C3"/>
    <w:rsid w:val="00771084"/>
    <w:rsid w:val="00773AA6"/>
    <w:rsid w:val="00783415"/>
    <w:rsid w:val="00796C37"/>
    <w:rsid w:val="007B5211"/>
    <w:rsid w:val="007C5551"/>
    <w:rsid w:val="007D2016"/>
    <w:rsid w:val="007D5B03"/>
    <w:rsid w:val="007F7623"/>
    <w:rsid w:val="00807703"/>
    <w:rsid w:val="00810833"/>
    <w:rsid w:val="00810C63"/>
    <w:rsid w:val="00852F72"/>
    <w:rsid w:val="00860512"/>
    <w:rsid w:val="008614DD"/>
    <w:rsid w:val="00896A6D"/>
    <w:rsid w:val="008B24BA"/>
    <w:rsid w:val="008B5217"/>
    <w:rsid w:val="008C1CB8"/>
    <w:rsid w:val="008C5C70"/>
    <w:rsid w:val="008F68C9"/>
    <w:rsid w:val="009213DE"/>
    <w:rsid w:val="00951EAB"/>
    <w:rsid w:val="00964E0B"/>
    <w:rsid w:val="00965D6F"/>
    <w:rsid w:val="00976B4B"/>
    <w:rsid w:val="00986D19"/>
    <w:rsid w:val="00995D81"/>
    <w:rsid w:val="009A08C0"/>
    <w:rsid w:val="009B0A11"/>
    <w:rsid w:val="009B5DB9"/>
    <w:rsid w:val="009B795A"/>
    <w:rsid w:val="009D14FA"/>
    <w:rsid w:val="009D32D6"/>
    <w:rsid w:val="009D58E5"/>
    <w:rsid w:val="009E30F9"/>
    <w:rsid w:val="009E5BBF"/>
    <w:rsid w:val="009F0871"/>
    <w:rsid w:val="00A04FA1"/>
    <w:rsid w:val="00A06DC7"/>
    <w:rsid w:val="00A13E0D"/>
    <w:rsid w:val="00A1616F"/>
    <w:rsid w:val="00A23113"/>
    <w:rsid w:val="00A2360C"/>
    <w:rsid w:val="00A245E1"/>
    <w:rsid w:val="00A477F4"/>
    <w:rsid w:val="00A71464"/>
    <w:rsid w:val="00A7332D"/>
    <w:rsid w:val="00A81AC1"/>
    <w:rsid w:val="00A83D83"/>
    <w:rsid w:val="00A87B66"/>
    <w:rsid w:val="00AA2040"/>
    <w:rsid w:val="00AA4F29"/>
    <w:rsid w:val="00AB1687"/>
    <w:rsid w:val="00AB213D"/>
    <w:rsid w:val="00AB3878"/>
    <w:rsid w:val="00AB3A98"/>
    <w:rsid w:val="00AC026D"/>
    <w:rsid w:val="00AE3C7D"/>
    <w:rsid w:val="00B04C52"/>
    <w:rsid w:val="00B11BFB"/>
    <w:rsid w:val="00B126A3"/>
    <w:rsid w:val="00B41FCA"/>
    <w:rsid w:val="00B44117"/>
    <w:rsid w:val="00B55589"/>
    <w:rsid w:val="00B62E62"/>
    <w:rsid w:val="00B652A0"/>
    <w:rsid w:val="00B6639B"/>
    <w:rsid w:val="00B71C50"/>
    <w:rsid w:val="00B90652"/>
    <w:rsid w:val="00BB1812"/>
    <w:rsid w:val="00BB2434"/>
    <w:rsid w:val="00BB38FE"/>
    <w:rsid w:val="00BC2C0F"/>
    <w:rsid w:val="00BD3826"/>
    <w:rsid w:val="00BE39C5"/>
    <w:rsid w:val="00BE7C98"/>
    <w:rsid w:val="00C03E5A"/>
    <w:rsid w:val="00C052E1"/>
    <w:rsid w:val="00C208D9"/>
    <w:rsid w:val="00C22D48"/>
    <w:rsid w:val="00C2740E"/>
    <w:rsid w:val="00C4062D"/>
    <w:rsid w:val="00C40DFB"/>
    <w:rsid w:val="00C43800"/>
    <w:rsid w:val="00C73D60"/>
    <w:rsid w:val="00C8595D"/>
    <w:rsid w:val="00C9739E"/>
    <w:rsid w:val="00CD1C77"/>
    <w:rsid w:val="00CD3D9A"/>
    <w:rsid w:val="00CF48FC"/>
    <w:rsid w:val="00CF4A59"/>
    <w:rsid w:val="00CF5840"/>
    <w:rsid w:val="00D00EFB"/>
    <w:rsid w:val="00D03578"/>
    <w:rsid w:val="00D06430"/>
    <w:rsid w:val="00D12A27"/>
    <w:rsid w:val="00D131DD"/>
    <w:rsid w:val="00D22C59"/>
    <w:rsid w:val="00D41350"/>
    <w:rsid w:val="00D430DC"/>
    <w:rsid w:val="00D438D5"/>
    <w:rsid w:val="00D44215"/>
    <w:rsid w:val="00D44692"/>
    <w:rsid w:val="00D62854"/>
    <w:rsid w:val="00D917EF"/>
    <w:rsid w:val="00D93F0C"/>
    <w:rsid w:val="00D94D3E"/>
    <w:rsid w:val="00D95379"/>
    <w:rsid w:val="00D96F5E"/>
    <w:rsid w:val="00DA54C0"/>
    <w:rsid w:val="00DB184E"/>
    <w:rsid w:val="00DC396A"/>
    <w:rsid w:val="00DC461E"/>
    <w:rsid w:val="00DD4416"/>
    <w:rsid w:val="00DE1A85"/>
    <w:rsid w:val="00DF19A4"/>
    <w:rsid w:val="00DF1A17"/>
    <w:rsid w:val="00E0412F"/>
    <w:rsid w:val="00E10153"/>
    <w:rsid w:val="00E1407E"/>
    <w:rsid w:val="00E14399"/>
    <w:rsid w:val="00E16FBD"/>
    <w:rsid w:val="00E310C5"/>
    <w:rsid w:val="00E377E1"/>
    <w:rsid w:val="00E37EA8"/>
    <w:rsid w:val="00E40A1F"/>
    <w:rsid w:val="00E41A4A"/>
    <w:rsid w:val="00E443BA"/>
    <w:rsid w:val="00E51ED2"/>
    <w:rsid w:val="00E53F45"/>
    <w:rsid w:val="00E56E79"/>
    <w:rsid w:val="00E63AF1"/>
    <w:rsid w:val="00E72745"/>
    <w:rsid w:val="00E75108"/>
    <w:rsid w:val="00E77AE9"/>
    <w:rsid w:val="00E80079"/>
    <w:rsid w:val="00E83462"/>
    <w:rsid w:val="00EA288C"/>
    <w:rsid w:val="00EA7B58"/>
    <w:rsid w:val="00EA7EA4"/>
    <w:rsid w:val="00ED15EF"/>
    <w:rsid w:val="00EF10A2"/>
    <w:rsid w:val="00F20E9F"/>
    <w:rsid w:val="00F24227"/>
    <w:rsid w:val="00F30B75"/>
    <w:rsid w:val="00F31CBD"/>
    <w:rsid w:val="00F51B36"/>
    <w:rsid w:val="00F52C40"/>
    <w:rsid w:val="00F55139"/>
    <w:rsid w:val="00F57D4F"/>
    <w:rsid w:val="00F60645"/>
    <w:rsid w:val="00F73ADA"/>
    <w:rsid w:val="00F763C0"/>
    <w:rsid w:val="00F82D65"/>
    <w:rsid w:val="00F952EB"/>
    <w:rsid w:val="00FA5D39"/>
    <w:rsid w:val="00FA5EA7"/>
    <w:rsid w:val="00FB08E0"/>
    <w:rsid w:val="00FB15DB"/>
    <w:rsid w:val="00F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04448D"/>
  <w15:docId w15:val="{4238F350-9856-4427-8123-6D514BA7D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70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customStyle="1" w:styleId="ConsPlusNormal">
    <w:name w:val="ConsPlusNormal"/>
    <w:rsid w:val="00F57D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2E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2E32"/>
    <w:rPr>
      <w:rFonts w:ascii="Tahoma" w:eastAsia="Times New Roman" w:hAnsi="Tahoma" w:cs="Tahoma"/>
      <w:sz w:val="16"/>
      <w:szCs w:val="16"/>
    </w:rPr>
  </w:style>
  <w:style w:type="paragraph" w:styleId="ab">
    <w:name w:val="Revision"/>
    <w:hidden/>
    <w:uiPriority w:val="99"/>
    <w:semiHidden/>
    <w:rsid w:val="00D44692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table" w:customStyle="1" w:styleId="2">
    <w:name w:val="Сетка таблицы2"/>
    <w:basedOn w:val="a1"/>
    <w:next w:val="a3"/>
    <w:uiPriority w:val="59"/>
    <w:rsid w:val="00D44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D44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3E3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083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3"/>
    <w:uiPriority w:val="59"/>
    <w:rsid w:val="00A06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3"/>
    <w:uiPriority w:val="59"/>
    <w:rsid w:val="00E51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F30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A81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594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594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DA54C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A54C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A54C0"/>
    <w:rPr>
      <w:rFonts w:ascii="Times New Roman" w:eastAsia="Times New Roman" w:hAnsi="Times New Roman" w:cs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A54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A54C0"/>
    <w:rPr>
      <w:rFonts w:ascii="Times New Roman" w:eastAsia="Times New Roman" w:hAnsi="Times New Roman" w:cs="Calibri"/>
      <w:b/>
      <w:bCs/>
      <w:sz w:val="20"/>
      <w:szCs w:val="20"/>
    </w:rPr>
  </w:style>
  <w:style w:type="character" w:customStyle="1" w:styleId="af1">
    <w:name w:val="Основной текст_"/>
    <w:basedOn w:val="a0"/>
    <w:link w:val="10"/>
    <w:rsid w:val="00A714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2_"/>
    <w:basedOn w:val="a0"/>
    <w:link w:val="24"/>
    <w:rsid w:val="00A7146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1"/>
    <w:rsid w:val="00A71464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24">
    <w:name w:val="Заголовок №2"/>
    <w:basedOn w:val="a"/>
    <w:link w:val="20"/>
    <w:rsid w:val="00A71464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D131DD"/>
  </w:style>
  <w:style w:type="table" w:customStyle="1" w:styleId="100">
    <w:name w:val="Сетка таблицы10"/>
    <w:basedOn w:val="a1"/>
    <w:next w:val="a3"/>
    <w:uiPriority w:val="59"/>
    <w:rsid w:val="00D131DD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uiPriority w:val="99"/>
    <w:unhideWhenUsed/>
    <w:rsid w:val="00D131DD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semiHidden/>
    <w:unhideWhenUsed/>
    <w:rsid w:val="00D131DD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D131DD"/>
    <w:rPr>
      <w:color w:val="954F72"/>
      <w:u w:val="single"/>
    </w:rPr>
  </w:style>
  <w:style w:type="character" w:styleId="af4">
    <w:name w:val="FollowedHyperlink"/>
    <w:basedOn w:val="a0"/>
    <w:uiPriority w:val="99"/>
    <w:semiHidden/>
    <w:unhideWhenUsed/>
    <w:rsid w:val="00D131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2024-04-24T20:00:00+00:00</dateaddindb>
    <dateminusta xmlns="081b8c99-5a1b-4ba1-9a3e-0d0cea83319e" xsi:nil="true"/>
    <numik xmlns="af44e648-6311-40f1-ad37-1234555fd9ba">388</numik>
    <kind xmlns="e2080b48-eafa-461e-b501-38555d38caa1">79</kind>
    <num xmlns="af44e648-6311-40f1-ad37-1234555fd9ba">388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«Создание условий для эффективного управления региональными и муниципальными финансами в Ярославской области» на 2024 – 2030 годы и о признании утратившими силу отдельных постановлений Правительства области (с изменениями на 21 февраля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2025-02-20T20:00:00+00:00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388-п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A4B45A-E3CF-480B-8B73-61F946778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D1D789-B67A-4917-A9CE-AAAD0F957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21</TotalTime>
  <Pages>17</Pages>
  <Words>2351</Words>
  <Characters>13405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Медникова Олеся Евгеньевна</dc:creator>
  <cp:keywords/>
  <dc:description/>
  <cp:lastModifiedBy>Медникова Олеся Евгеньевна</cp:lastModifiedBy>
  <cp:revision>4</cp:revision>
  <cp:lastPrinted>2024-01-23T08:44:00Z</cp:lastPrinted>
  <dcterms:created xsi:type="dcterms:W3CDTF">2024-04-25T08:55:00Z</dcterms:created>
  <dcterms:modified xsi:type="dcterms:W3CDTF">2025-10-29T06:59:00Z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внесении изменений в постановление Правительства области от 01.03.2021 № 76-п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